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12DD" w14:textId="65DF5747" w:rsidR="000D3640" w:rsidRDefault="000D3640" w:rsidP="000D3640">
      <w:r>
        <w:rPr>
          <w:noProof/>
        </w:rPr>
        <w:drawing>
          <wp:inline distT="0" distB="0" distL="0" distR="0" wp14:anchorId="4424206D" wp14:editId="0E4D1756">
            <wp:extent cx="5727700" cy="1880235"/>
            <wp:effectExtent l="0" t="0" r="635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A0AC2" w14:textId="7D30F93A" w:rsidR="003E055A" w:rsidRPr="00087B63" w:rsidRDefault="003E055A" w:rsidP="00DD0296">
      <w:pPr>
        <w:pStyle w:val="Heading1"/>
        <w:spacing w:after="120"/>
      </w:pPr>
      <w:r>
        <w:t xml:space="preserve">BikeReady Akoranga 1 </w:t>
      </w:r>
    </w:p>
    <w:p w14:paraId="15AB707F" w14:textId="77777777" w:rsidR="003E055A" w:rsidRDefault="003E055A" w:rsidP="00DD0296">
      <w:pPr>
        <w:pStyle w:val="NormalWeb"/>
        <w:spacing w:before="120" w:after="120" w:afterAutospacing="0"/>
        <w:textAlignment w:val="baseline"/>
        <w:rPr>
          <w:rFonts w:asciiTheme="majorHAnsi" w:hAnsiTheme="majorHAnsi" w:cs="Calibri"/>
          <w:iCs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</w:rPr>
        <w:t>Whakaaturia ngā pūkenga mō te tirotiro kei te haumaru ngā utauta pahikara mō te eke</w:t>
      </w:r>
    </w:p>
    <w:p w14:paraId="6D077E91" w14:textId="77777777" w:rsidR="003E055A" w:rsidRDefault="003E055A" w:rsidP="00802D11">
      <w:pPr>
        <w:pStyle w:val="Heading2"/>
        <w:spacing w:after="60"/>
      </w:pPr>
      <w:r>
        <w:t>Te whakamahere mō te akoranga 1</w:t>
      </w:r>
    </w:p>
    <w:p w14:paraId="38374E41" w14:textId="77777777" w:rsidR="00E22598" w:rsidRDefault="00E22598" w:rsidP="00E22598"/>
    <w:p w14:paraId="538F76FD" w14:textId="7629AF4F" w:rsidR="003E055A" w:rsidRPr="00087B63" w:rsidRDefault="003E055A" w:rsidP="00802D11">
      <w:pPr>
        <w:pStyle w:val="Heading3"/>
        <w:spacing w:before="60" w:after="120"/>
        <w:rPr>
          <w:color w:val="000000"/>
        </w:rPr>
      </w:pPr>
      <w:r>
        <w:t xml:space="preserve">Arotahi ki ngā pūkenga </w:t>
      </w:r>
    </w:p>
    <w:p w14:paraId="369941A0" w14:textId="77777777" w:rsidR="003600F0" w:rsidRDefault="003600F0" w:rsidP="00DD0296">
      <w:pPr>
        <w:pStyle w:val="NormalWeb"/>
        <w:spacing w:before="120" w:beforeAutospacing="0" w:after="120" w:afterAutospacing="0"/>
        <w:textAlignment w:val="baseline"/>
        <w:rPr>
          <w:rFonts w:asciiTheme="majorHAnsi" w:hAnsiTheme="majorHAnsi" w:cs="Calibri"/>
          <w:bCs/>
          <w:color w:val="000000"/>
          <w:sz w:val="20"/>
          <w:szCs w:val="20"/>
        </w:rPr>
      </w:pPr>
    </w:p>
    <w:p w14:paraId="41D49A8E" w14:textId="03A39BB6" w:rsidR="003E055A" w:rsidRPr="003A5324" w:rsidRDefault="003E055A" w:rsidP="00DD0296">
      <w:pPr>
        <w:pStyle w:val="NormalWeb"/>
        <w:spacing w:before="120" w:beforeAutospacing="0" w:after="120" w:afterAutospacing="0"/>
        <w:textAlignment w:val="baseline"/>
        <w:rPr>
          <w:rFonts w:asciiTheme="majorHAnsi" w:hAnsiTheme="majorHAnsi" w:cs="Calibri"/>
          <w:bCs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</w:rPr>
        <w:t>Te tirotiro kei te haumaru ngā utauta pahikara mō te eke, otirā:</w:t>
      </w:r>
    </w:p>
    <w:p w14:paraId="143A20D7" w14:textId="77777777" w:rsidR="003E055A" w:rsidRPr="003600F0" w:rsidRDefault="003E055A" w:rsidP="003600F0">
      <w:pPr>
        <w:pStyle w:val="ListParagraph"/>
        <w:numPr>
          <w:ilvl w:val="0"/>
          <w:numId w:val="26"/>
        </w:numPr>
      </w:pPr>
      <w:r>
        <w:t>pahikara</w:t>
      </w:r>
    </w:p>
    <w:p w14:paraId="150A9720" w14:textId="77777777" w:rsidR="003E055A" w:rsidRPr="003600F0" w:rsidRDefault="003E055A" w:rsidP="003600F0">
      <w:pPr>
        <w:pStyle w:val="ListParagraph"/>
        <w:numPr>
          <w:ilvl w:val="0"/>
          <w:numId w:val="26"/>
        </w:numPr>
      </w:pPr>
      <w:r>
        <w:t>pōtae</w:t>
      </w:r>
    </w:p>
    <w:p w14:paraId="525450E2" w14:textId="77777777" w:rsidR="003E055A" w:rsidRDefault="003E055A" w:rsidP="003600F0">
      <w:pPr>
        <w:pStyle w:val="ListParagraph"/>
        <w:numPr>
          <w:ilvl w:val="0"/>
          <w:numId w:val="26"/>
        </w:numPr>
        <w:rPr>
          <w:rFonts w:asciiTheme="majorHAnsi" w:hAnsiTheme="majorHAnsi" w:cs="Calibri"/>
          <w:bCs/>
          <w:color w:val="000000"/>
          <w:szCs w:val="20"/>
        </w:rPr>
      </w:pPr>
      <w:r>
        <w:t>kākahu</w:t>
      </w:r>
      <w:r w:rsidRPr="003600F0">
        <w:rPr>
          <w:rFonts w:asciiTheme="majorHAnsi" w:hAnsiTheme="majorHAnsi"/>
          <w:bCs/>
          <w:color w:val="000000"/>
          <w:szCs w:val="20"/>
        </w:rPr>
        <w:t xml:space="preserve"> (tae atu ki te āhua o te āwhina a ngā kākahu kia kaha ake tō kitea).</w:t>
      </w:r>
    </w:p>
    <w:p w14:paraId="3AA20F17" w14:textId="77777777" w:rsidR="00E22598" w:rsidRPr="00E22598" w:rsidRDefault="00E22598" w:rsidP="00E22598">
      <w:pPr>
        <w:pStyle w:val="ListBullet"/>
        <w:numPr>
          <w:ilvl w:val="0"/>
          <w:numId w:val="0"/>
        </w:numPr>
        <w:ind w:left="360" w:hanging="360"/>
      </w:pPr>
    </w:p>
    <w:p w14:paraId="07AFD907" w14:textId="77777777" w:rsidR="003E055A" w:rsidRPr="00087B63" w:rsidRDefault="003E055A" w:rsidP="00DD0296">
      <w:pPr>
        <w:pStyle w:val="Heading3"/>
        <w:spacing w:after="120"/>
      </w:pPr>
      <w:r>
        <w:t xml:space="preserve">Te huritao mō te wāhanga whakangungu pūkenga </w:t>
      </w:r>
    </w:p>
    <w:p w14:paraId="709A4C62" w14:textId="77777777" w:rsidR="003600F0" w:rsidRDefault="003600F0" w:rsidP="00DD0296">
      <w:pPr>
        <w:spacing w:after="120"/>
        <w:rPr>
          <w:rFonts w:asciiTheme="majorHAnsi" w:hAnsiTheme="majorHAnsi" w:cs="Calibri"/>
          <w:b/>
          <w:i/>
          <w:szCs w:val="20"/>
        </w:rPr>
      </w:pPr>
    </w:p>
    <w:p w14:paraId="3DFAC52B" w14:textId="30776CEB" w:rsidR="003E055A" w:rsidRPr="002222E9" w:rsidRDefault="003E055A" w:rsidP="00DD0296">
      <w:pPr>
        <w:spacing w:after="120"/>
        <w:rPr>
          <w:rFonts w:asciiTheme="majorHAnsi" w:hAnsiTheme="majorHAnsi" w:cs="Calibri"/>
          <w:b/>
          <w:iCs/>
          <w:szCs w:val="20"/>
        </w:rPr>
      </w:pPr>
      <w:r>
        <w:rPr>
          <w:rFonts w:asciiTheme="majorHAnsi" w:hAnsiTheme="majorHAnsi"/>
          <w:b/>
        </w:rPr>
        <w:t>Kōrerohia ngā akoranga hou me te kaiako akomanga</w:t>
      </w:r>
    </w:p>
    <w:p w14:paraId="586AD98A" w14:textId="77777777" w:rsidR="003E055A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  <w:b/>
        </w:rPr>
        <w:t xml:space="preserve">Tautohua </w:t>
      </w:r>
      <w:r w:rsidRPr="00087B63">
        <w:rPr>
          <w:rFonts w:asciiTheme="majorHAnsi" w:hAnsiTheme="majorHAnsi"/>
          <w:szCs w:val="20"/>
        </w:rPr>
        <w:t xml:space="preserve">ngā wheako i ngahau ki ngā ākonga i te whai wāhitanga ki ngā whakangungu pūkenga pahikara mō te tirotiro i te haumaru o ngā utauta pahikara.  Tāhopukia ō kitenga ki tētahi Ngaku SOLO. </w:t>
      </w:r>
    </w:p>
    <w:p w14:paraId="71720BBD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  <w:b/>
        </w:rPr>
        <w:t>Tātuhia</w:t>
      </w:r>
      <w:r w:rsidRPr="00087B63">
        <w:rPr>
          <w:rFonts w:asciiTheme="majorHAnsi" w:hAnsiTheme="majorHAnsi"/>
          <w:szCs w:val="20"/>
        </w:rPr>
        <w:t xml:space="preserve"> ngā pikitia (hopu whakaahua, ataata rānei) e ai ki ngā āki e whai ake.</w:t>
      </w:r>
    </w:p>
    <w:p w14:paraId="3F3957C8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 w:rsidRPr="00087B63">
        <w:rPr>
          <w:rFonts w:asciiTheme="majorHAnsi" w:hAnsiTheme="majorHAnsi"/>
          <w:noProof/>
          <w:szCs w:val="20"/>
        </w:rPr>
        <w:drawing>
          <wp:inline distT="0" distB="0" distL="0" distR="0" wp14:anchorId="03255E4E" wp14:editId="4B9F8850">
            <wp:extent cx="1790700" cy="676275"/>
            <wp:effectExtent l="0" t="0" r="0" b="0"/>
            <wp:docPr id="1" name="Picture 12" descr="HookED DescribePP Stickers 3colour_strip_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ookED DescribePP Stickers 3colour_strip_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72E5" w14:textId="77777777" w:rsidR="003E055A" w:rsidRPr="003600F0" w:rsidRDefault="003E055A" w:rsidP="003600F0">
      <w:pPr>
        <w:pStyle w:val="ListParagraph"/>
        <w:numPr>
          <w:ilvl w:val="0"/>
          <w:numId w:val="25"/>
        </w:num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He aha ngā mea i pārekareka ki a koe i a koe i whakauru ki te whakangungu pūkenga pahikara? [Hangangamaha SOLO – tapawhā roa]</w:t>
      </w:r>
    </w:p>
    <w:p w14:paraId="37E9697F" w14:textId="77777777" w:rsidR="003E055A" w:rsidRPr="003600F0" w:rsidRDefault="003E055A" w:rsidP="003600F0">
      <w:pPr>
        <w:pStyle w:val="ListParagraph"/>
        <w:numPr>
          <w:ilvl w:val="0"/>
          <w:numId w:val="25"/>
        </w:num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He aha i pērā ai ki ōu whakaaro? [Pānga SOLO – mirumiru kōrero]</w:t>
      </w:r>
    </w:p>
    <w:p w14:paraId="108110B8" w14:textId="679A41E0" w:rsidR="003E055A" w:rsidRPr="003600F0" w:rsidRDefault="003E055A" w:rsidP="003600F0">
      <w:pPr>
        <w:pStyle w:val="ListParagraph"/>
        <w:numPr>
          <w:ilvl w:val="0"/>
          <w:numId w:val="25"/>
        </w:num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He aha ngā whakaaro ka toko ake ki a koe mō ngā kaieke pahikara, te eke pahikara rānei? [Waitara SOLO whānui ake] </w:t>
      </w:r>
    </w:p>
    <w:p w14:paraId="163F7D8E" w14:textId="690AB98C" w:rsidR="003600F0" w:rsidRDefault="003E055A" w:rsidP="003600F0">
      <w:pPr>
        <w:pStyle w:val="NormalWeb"/>
        <w:spacing w:before="120" w:after="120" w:afterAutospacing="0"/>
        <w:textAlignment w:val="baseline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  <w:b/>
          <w:sz w:val="20"/>
        </w:rPr>
        <w:t>Mahia he rārangi akomanga</w:t>
      </w:r>
      <w:r w:rsidRPr="00087B63">
        <w:rPr>
          <w:rFonts w:asciiTheme="majorHAnsi" w:hAnsiTheme="majorHAnsi"/>
          <w:sz w:val="20"/>
          <w:szCs w:val="20"/>
        </w:rPr>
        <w:t xml:space="preserve"> o ngā wheako ngahau katoa i pā ki ngā ākonga i te wā e whakangungu pūkenga pahikara ana.</w:t>
      </w:r>
      <w:r w:rsidR="003600F0">
        <w:rPr>
          <w:rFonts w:asciiTheme="majorHAnsi" w:hAnsiTheme="majorHAnsi"/>
          <w:sz w:val="20"/>
          <w:szCs w:val="20"/>
        </w:rPr>
        <w:br w:type="page"/>
      </w:r>
    </w:p>
    <w:p w14:paraId="23915EF3" w14:textId="77777777" w:rsidR="003E055A" w:rsidRPr="00087B63" w:rsidRDefault="003E055A" w:rsidP="00DD0296">
      <w:pPr>
        <w:pStyle w:val="Heading3"/>
        <w:spacing w:after="120"/>
      </w:pPr>
      <w:r>
        <w:lastRenderedPageBreak/>
        <w:t>Ngā whai wāhitanga mō te whakawhitiwhiti me te hapori</w:t>
      </w:r>
    </w:p>
    <w:p w14:paraId="1AF468D8" w14:textId="77777777" w:rsidR="003E055A" w:rsidRPr="00087B63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color w:val="000000"/>
          <w:sz w:val="20"/>
          <w:szCs w:val="20"/>
        </w:rPr>
      </w:pPr>
    </w:p>
    <w:p w14:paraId="2D66F4C5" w14:textId="05BD9339" w:rsidR="003E055A" w:rsidRPr="00087B63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b/>
          <w:color w:val="000000"/>
          <w:sz w:val="20"/>
          <w:szCs w:val="20"/>
        </w:rPr>
      </w:pPr>
      <w:r>
        <w:rPr>
          <w:rFonts w:asciiTheme="majorHAnsi" w:hAnsiTheme="majorHAnsi"/>
          <w:i/>
          <w:color w:val="000000"/>
          <w:sz w:val="20"/>
        </w:rPr>
        <w:t>Me honohono me ngā tāngata, whakahaere hoki i roto i tō hapori e matatau ana ki ngā</w:t>
      </w:r>
      <w:r w:rsidR="00802D11">
        <w:rPr>
          <w:rFonts w:asciiTheme="majorHAnsi" w:hAnsiTheme="majorHAnsi"/>
          <w:i/>
          <w:color w:val="000000"/>
          <w:sz w:val="20"/>
        </w:rPr>
        <w:t xml:space="preserve"> </w:t>
      </w:r>
      <w:r w:rsidRPr="00087B63">
        <w:rPr>
          <w:rFonts w:asciiTheme="majorHAnsi" w:hAnsiTheme="majorHAnsi"/>
          <w:b/>
          <w:i/>
          <w:color w:val="000000"/>
          <w:sz w:val="20"/>
          <w:szCs w:val="20"/>
        </w:rPr>
        <w:t>utauta pahikara haumaru.</w:t>
      </w:r>
    </w:p>
    <w:p w14:paraId="61C8FC49" w14:textId="77777777" w:rsidR="003E055A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</w:rPr>
        <w:t xml:space="preserve">Me honohono me ngā tāngata, whakahaere hoki i roto i tō hapori. </w:t>
      </w:r>
    </w:p>
    <w:p w14:paraId="76836ABC" w14:textId="77777777" w:rsidR="003E055A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</w:rPr>
        <w:t xml:space="preserve">Ka hiahia pea rātau ki te haere atu, te manaaki rānei i ngā ākonga e hiahia ana ki te rapu kōrero atu anō mō ngā utauta whakahaere, whanonga rānei mō te eke pahikara haumaru ake. </w:t>
      </w:r>
    </w:p>
    <w:p w14:paraId="2AA2B5EB" w14:textId="77777777" w:rsidR="003E055A" w:rsidRPr="00087B63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</w:rPr>
        <w:t xml:space="preserve">Hei tauira, whakapā atu ki te rangatira o te toa pahikara, te kaiwhakahaere pahikara i roto i tētahi toa nui, nga mema rōpū pahikara mai i te kura tuarua o te takiwā, he ringarehe whakatika pahikara o te takiwā, ngā kaiako pūtaiao, pūkaha, hangarau rānei, he kaiwhakanao kākahu tino ari, kaitohatoha pahikara hauā. </w:t>
      </w:r>
    </w:p>
    <w:p w14:paraId="3AFC1E7F" w14:textId="77777777" w:rsidR="003600F0" w:rsidRPr="00087B63" w:rsidRDefault="003600F0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color w:val="000000"/>
          <w:sz w:val="20"/>
          <w:szCs w:val="20"/>
        </w:rPr>
      </w:pPr>
    </w:p>
    <w:p w14:paraId="3A3E7BF5" w14:textId="4AF59B02" w:rsidR="003E055A" w:rsidRPr="00087B63" w:rsidRDefault="003E055A" w:rsidP="00DD0296">
      <w:pPr>
        <w:pStyle w:val="Heading3"/>
        <w:spacing w:after="120"/>
      </w:pPr>
      <w:r>
        <w:t>Te hāngai ki ngā wāhi ako o Te Marautanga o Aotearoa</w:t>
      </w:r>
    </w:p>
    <w:p w14:paraId="327D746A" w14:textId="77777777" w:rsidR="00BB3BD1" w:rsidRDefault="00BB3BD1" w:rsidP="00B03F77"/>
    <w:p w14:paraId="75EB0FFA" w14:textId="0F2FA945" w:rsidR="003E055A" w:rsidRDefault="003E055A" w:rsidP="00B03F77">
      <w:r>
        <w:t>Tirohia te Tirohanga Whānui o Ngā Wāhi Ako o Te Marautanga o Aotearoa. Tirohia te rauemi mō Ngā Whāinga Paetae me Ngā Koronga Akoranga (T1 ki te 4).</w:t>
      </w:r>
    </w:p>
    <w:p w14:paraId="55D0E7D9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495"/>
        <w:gridCol w:w="342"/>
        <w:gridCol w:w="634"/>
        <w:gridCol w:w="9"/>
        <w:gridCol w:w="482"/>
        <w:gridCol w:w="782"/>
        <w:gridCol w:w="12"/>
        <w:gridCol w:w="822"/>
        <w:gridCol w:w="447"/>
        <w:gridCol w:w="58"/>
        <w:gridCol w:w="554"/>
        <w:gridCol w:w="393"/>
        <w:gridCol w:w="1501"/>
      </w:tblGrid>
      <w:tr w:rsidR="003E055A" w:rsidRPr="00087B63" w14:paraId="582C024D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4A5B5DC0" w14:textId="77777777" w:rsidR="003E055A" w:rsidRPr="00087B63" w:rsidRDefault="003E055A" w:rsidP="00DD0296">
            <w:pPr>
              <w:pStyle w:val="Subtitle"/>
              <w:spacing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Te reo Pākehā</w:t>
            </w:r>
          </w:p>
        </w:tc>
        <w:tc>
          <w:tcPr>
            <w:tcW w:w="3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7A80" w14:textId="77777777" w:rsidR="003E055A" w:rsidRPr="00087B63" w:rsidRDefault="003E055A" w:rsidP="00DD0296">
            <w:pPr>
              <w:pStyle w:val="Subtitle"/>
              <w:spacing w:after="120"/>
            </w:pPr>
            <w:r>
              <w:t>Te Whakarongo, Pānui me te Tirotiro</w:t>
            </w:r>
          </w:p>
        </w:tc>
        <w:tc>
          <w:tcPr>
            <w:tcW w:w="3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3B9E" w14:textId="77777777" w:rsidR="003E055A" w:rsidRPr="00087B63" w:rsidRDefault="003E055A" w:rsidP="00DD0296">
            <w:pPr>
              <w:pStyle w:val="Subtitle"/>
              <w:spacing w:after="120"/>
            </w:pPr>
            <w:r>
              <w:t>Te Kōrero, Tuhituhi me te Whakaatu</w:t>
            </w:r>
          </w:p>
        </w:tc>
      </w:tr>
      <w:tr w:rsidR="003E055A" w:rsidRPr="00087B63" w14:paraId="71ED7D11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B611F03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Ngā Toi - Whakaari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842A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Mārama ki Ngā Toi i roto i ngā horopaki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370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Whakawhanake i Ngā Mōhio Whaitake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53E9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Waihanga Whakaaro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CB6A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Whakawhitiwhiti me te Whakamāori</w:t>
            </w:r>
          </w:p>
        </w:tc>
      </w:tr>
      <w:tr w:rsidR="003E055A" w:rsidRPr="00087B63" w14:paraId="263094BD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B9B2"/>
          </w:tcPr>
          <w:p w14:paraId="3EE3F408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Hauora me te Mātauranga Whakakori</w:t>
            </w: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9E50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Hauora Whaiaro me te Whanaketanga ā-Tinana A - A3 Whakahaerenga Haumaru</w:t>
            </w:r>
          </w:p>
        </w:tc>
        <w:tc>
          <w:tcPr>
            <w:tcW w:w="3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0E0" w14:textId="30D44C8E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 xml:space="preserve">Ngā Hapori Hauora me Ngā Taiao </w:t>
            </w:r>
            <w:r w:rsidR="00802D11">
              <w:rPr>
                <w:rFonts w:asciiTheme="majorHAnsi" w:hAnsiTheme="majorHAnsi"/>
              </w:rPr>
              <w:t xml:space="preserve">S </w:t>
            </w:r>
            <w:r>
              <w:rPr>
                <w:rFonts w:asciiTheme="majorHAnsi" w:hAnsiTheme="majorHAnsi"/>
              </w:rPr>
              <w:t>- D2 Ngā Rauemi Hapori</w:t>
            </w:r>
          </w:p>
        </w:tc>
      </w:tr>
      <w:tr w:rsidR="003E055A" w:rsidRPr="00087B63" w14:paraId="48D6D4E7" w14:textId="77777777" w:rsidTr="006C15E8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30C6D574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Pāngarau me te Tauanga</w:t>
            </w:r>
          </w:p>
          <w:p w14:paraId="56F77EDB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77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8ED8" w14:textId="77777777" w:rsidR="003E055A" w:rsidRPr="00087B63" w:rsidRDefault="003E055A" w:rsidP="00DD0296">
            <w:pPr>
              <w:pStyle w:val="Subtitle"/>
              <w:spacing w:after="120"/>
              <w:jc w:val="center"/>
            </w:pPr>
            <w:r>
              <w:t>Āhuahanga me te Inenga</w:t>
            </w:r>
          </w:p>
        </w:tc>
      </w:tr>
      <w:tr w:rsidR="003E055A" w:rsidRPr="00087B63" w14:paraId="1AC482EF" w14:textId="77777777" w:rsidTr="006C15E8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74B2731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2226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Inenga</w:t>
            </w:r>
          </w:p>
        </w:tc>
        <w:tc>
          <w:tcPr>
            <w:tcW w:w="2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F706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Hanga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9EB0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Tūnga me te ahu</w:t>
            </w:r>
          </w:p>
        </w:tc>
      </w:tr>
      <w:tr w:rsidR="003E055A" w:rsidRPr="00087B63" w14:paraId="07065738" w14:textId="77777777" w:rsidTr="006C15E8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7FDFB8C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Pūtaiao</w:t>
            </w:r>
          </w:p>
          <w:p w14:paraId="44BFAB37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  <w:p w14:paraId="0818346D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6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EC1A" w14:textId="77777777" w:rsidR="003E055A" w:rsidRPr="00087B63" w:rsidRDefault="003E055A" w:rsidP="00DD0296">
            <w:pPr>
              <w:pStyle w:val="Subtitle"/>
              <w:spacing w:after="120"/>
              <w:jc w:val="center"/>
            </w:pPr>
            <w:r>
              <w:t>Te Āhua o te Pūtaiao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6541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Ō Ahupūngao</w:t>
            </w:r>
          </w:p>
        </w:tc>
      </w:tr>
      <w:tr w:rsidR="003E055A" w:rsidRPr="00087B63" w14:paraId="6EDFFCC5" w14:textId="77777777" w:rsidTr="006C15E8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194CA257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906A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mārama ki te pūtaiao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FDD0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tūhura pūtaiao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D18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whakawhitiwhiti i roto i te pūtaiao</w:t>
            </w: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B4F6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whakauru me te tautoko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3A01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uiui ā-kiko me ngā ariā ōkiko</w:t>
            </w:r>
          </w:p>
        </w:tc>
      </w:tr>
      <w:tr w:rsidR="003E055A" w:rsidRPr="00087B63" w14:paraId="2A6C87AA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867A4"/>
          </w:tcPr>
          <w:p w14:paraId="21F10B8D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Ngā Pūtaiao Pāpori</w:t>
            </w:r>
          </w:p>
          <w:p w14:paraId="3754EEF9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9CA0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Tuakiri, Ahurea me te Whakahaere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7B9F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Wāhi me te Taiao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3FE7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Ukiuki me te Huringa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6325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Ao Ōhanga</w:t>
            </w:r>
          </w:p>
        </w:tc>
      </w:tr>
      <w:tr w:rsidR="003E055A" w:rsidRPr="00087B63" w14:paraId="04ED453B" w14:textId="77777777" w:rsidTr="006C15E8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 w:themeFill="accent2" w:themeFillShade="80"/>
          </w:tcPr>
          <w:p w14:paraId="209D5D1A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  <w:color w:val="FFFFFF" w:themeColor="background1"/>
              </w:rPr>
              <w:t>Hangarau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67D7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Tikanga Hangarau</w:t>
            </w:r>
          </w:p>
        </w:tc>
        <w:tc>
          <w:tcPr>
            <w:tcW w:w="2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231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Mōhiotanga Hangarau</w:t>
            </w:r>
          </w:p>
        </w:tc>
        <w:tc>
          <w:tcPr>
            <w:tcW w:w="2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5888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 xml:space="preserve">Te Āhua o te Hangarau </w:t>
            </w:r>
          </w:p>
        </w:tc>
      </w:tr>
    </w:tbl>
    <w:p w14:paraId="1D85AA86" w14:textId="465C5D91" w:rsidR="003600F0" w:rsidRDefault="003600F0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i/>
          <w:color w:val="000000"/>
          <w:sz w:val="20"/>
          <w:szCs w:val="20"/>
        </w:rPr>
      </w:pPr>
    </w:p>
    <w:p w14:paraId="607E6FB9" w14:textId="77777777" w:rsidR="003600F0" w:rsidRDefault="003600F0">
      <w:pPr>
        <w:rPr>
          <w:rFonts w:asciiTheme="majorHAnsi" w:eastAsia="Times New Roman" w:hAnsiTheme="majorHAnsi" w:cs="Calibri"/>
          <w:i/>
          <w:color w:val="000000"/>
          <w:szCs w:val="20"/>
        </w:rPr>
      </w:pPr>
      <w:r>
        <w:rPr>
          <w:rFonts w:asciiTheme="majorHAnsi" w:hAnsiTheme="majorHAnsi"/>
          <w:i/>
          <w:color w:val="000000"/>
          <w:szCs w:val="20"/>
        </w:rPr>
        <w:br w:type="page"/>
      </w:r>
    </w:p>
    <w:p w14:paraId="2BEB9219" w14:textId="77777777" w:rsidR="003E055A" w:rsidRDefault="003E055A" w:rsidP="00DD0296">
      <w:pPr>
        <w:pStyle w:val="Heading2"/>
        <w:spacing w:after="120"/>
      </w:pPr>
      <w:r>
        <w:lastRenderedPageBreak/>
        <w:t>Ngā mahinga akomanga</w:t>
      </w:r>
    </w:p>
    <w:p w14:paraId="36355749" w14:textId="77777777" w:rsidR="00C6002E" w:rsidRDefault="00C6002E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iCs/>
          <w:color w:val="000000"/>
          <w:sz w:val="20"/>
          <w:szCs w:val="20"/>
        </w:rPr>
      </w:pPr>
    </w:p>
    <w:p w14:paraId="0750A480" w14:textId="3A3C4BD1" w:rsidR="003E055A" w:rsidRPr="0090473E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iCs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</w:rPr>
        <w:t xml:space="preserve">Ngā mahinga hei āki ki te whai māramatanga pāpaku me te matawhānui hei tautoko i te Whakangungu Pūkenga Pahikara Akoranga 1. </w:t>
      </w:r>
    </w:p>
    <w:p w14:paraId="3BC366B1" w14:textId="77777777" w:rsidR="003E055A" w:rsidRPr="0090473E" w:rsidRDefault="003E055A" w:rsidP="00DD0296">
      <w:pPr>
        <w:spacing w:after="120"/>
      </w:pPr>
    </w:p>
    <w:p w14:paraId="524763E0" w14:textId="77777777" w:rsidR="003E055A" w:rsidRPr="00087B63" w:rsidRDefault="003E055A" w:rsidP="00DD0296">
      <w:pPr>
        <w:pStyle w:val="Heading3"/>
        <w:spacing w:after="120"/>
      </w:pPr>
      <w:r>
        <w:t>1.1. He aha ngā utauta tōtika, whanonga hoki mō te noho mahana ina eke pahikara?</w:t>
      </w:r>
    </w:p>
    <w:p w14:paraId="17CF5E78" w14:textId="77777777" w:rsidR="003E055A" w:rsidRPr="00087B63" w:rsidRDefault="003E055A" w:rsidP="00DD0296">
      <w:pPr>
        <w:pStyle w:val="NormalWeb"/>
        <w:spacing w:before="0" w:beforeAutospacing="0" w:after="120" w:afterAutospacing="0"/>
        <w:textAlignment w:val="baseline"/>
        <w:rPr>
          <w:rFonts w:asciiTheme="majorHAnsi" w:hAnsiTheme="majorHAnsi" w:cs="Calibri"/>
          <w:b/>
          <w:sz w:val="20"/>
          <w:szCs w:val="20"/>
        </w:rPr>
      </w:pPr>
    </w:p>
    <w:p w14:paraId="0967F01F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[Te whakahiato huatau]</w:t>
      </w:r>
    </w:p>
    <w:p w14:paraId="73739685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[Ngā Hono ki Te Wāhanga Akoranga o Te Marautanga o Aotearoa]</w:t>
      </w:r>
    </w:p>
    <w:p w14:paraId="34627489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</w:p>
    <w:p w14:paraId="401D8E4D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  <w:b/>
        </w:rPr>
        <w:t xml:space="preserve">Arotakehia </w:t>
      </w:r>
      <w:r w:rsidRPr="00087B63">
        <w:rPr>
          <w:rFonts w:asciiTheme="majorHAnsi" w:hAnsiTheme="majorHAnsi"/>
          <w:szCs w:val="20"/>
        </w:rPr>
        <w:t xml:space="preserve">te wāhanga whakangungu pūkenga pahikara e whakahaerehia me ngā ākonga. </w:t>
      </w:r>
    </w:p>
    <w:p w14:paraId="48E8F457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Me whakamahi ngā whakaahua, ataata rānei i tangohia i roto i te akoranga hei āhwina i ngā ākonga kia maumahara ki ā rātau mahi - me ngā mea hou i ako rātau mō ngā </w:t>
      </w:r>
      <w:r w:rsidRPr="00087B63">
        <w:rPr>
          <w:rFonts w:asciiTheme="majorHAnsi" w:hAnsiTheme="majorHAnsi"/>
          <w:b/>
          <w:szCs w:val="20"/>
        </w:rPr>
        <w:t>utauta</w:t>
      </w:r>
      <w:r>
        <w:rPr>
          <w:rFonts w:asciiTheme="majorHAnsi" w:hAnsiTheme="majorHAnsi"/>
        </w:rPr>
        <w:t xml:space="preserve"> me ngā </w:t>
      </w:r>
      <w:r w:rsidRPr="00087B63">
        <w:rPr>
          <w:rFonts w:asciiTheme="majorHAnsi" w:hAnsiTheme="majorHAnsi"/>
          <w:b/>
          <w:szCs w:val="20"/>
        </w:rPr>
        <w:t>whanonga</w:t>
      </w:r>
      <w:r>
        <w:rPr>
          <w:rFonts w:asciiTheme="majorHAnsi" w:hAnsiTheme="majorHAnsi"/>
        </w:rPr>
        <w:t xml:space="preserve"> mō te eke haumaru. </w:t>
      </w:r>
    </w:p>
    <w:p w14:paraId="2BF29BAD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</w:p>
    <w:p w14:paraId="154B0F2C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>Te tapa i ngā utauta haumaru me te whakakaupapa i ngā whanonga haumaru</w:t>
      </w:r>
    </w:p>
    <w:p w14:paraId="7B91BDDB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Me tono ngā ākonga ki te mahi i roto i ngā rōpū pangahono takitoru.</w:t>
      </w:r>
    </w:p>
    <w:p w14:paraId="6AB6E68B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Kātahi ka wehewehea ia rōpū pangahono takitoru ki ngā rōpū pūkenga e 3 me te tapa i tētahi hoahoa raina (me tapa tētahi pahikara onāianei, pōtae, hoahoa rānei) e whakaatu ana i ngā kupu tika mō ngā āhuatanga haumaru hira, whanonga hoki ina whakamahia tētahi o ēnei e whai ake:</w:t>
      </w:r>
    </w:p>
    <w:p w14:paraId="05B76207" w14:textId="77777777" w:rsidR="003E055A" w:rsidRPr="003600F0" w:rsidRDefault="003E055A" w:rsidP="003600F0">
      <w:pPr>
        <w:pStyle w:val="ListParagraph"/>
        <w:numPr>
          <w:ilvl w:val="0"/>
          <w:numId w:val="24"/>
        </w:numPr>
      </w:pPr>
      <w:r>
        <w:t>pahikara</w:t>
      </w:r>
    </w:p>
    <w:p w14:paraId="67385FDC" w14:textId="77777777" w:rsidR="003E055A" w:rsidRPr="003600F0" w:rsidRDefault="003E055A" w:rsidP="003600F0">
      <w:pPr>
        <w:pStyle w:val="ListParagraph"/>
        <w:numPr>
          <w:ilvl w:val="0"/>
          <w:numId w:val="24"/>
        </w:numPr>
      </w:pPr>
      <w:r>
        <w:t xml:space="preserve">pōtae pahikara </w:t>
      </w:r>
    </w:p>
    <w:p w14:paraId="59E92996" w14:textId="77777777" w:rsidR="003600F0" w:rsidRPr="003600F0" w:rsidRDefault="003E055A" w:rsidP="00DD0296">
      <w:pPr>
        <w:pStyle w:val="ListParagraph"/>
        <w:numPr>
          <w:ilvl w:val="0"/>
          <w:numId w:val="24"/>
        </w:numPr>
        <w:spacing w:after="120"/>
        <w:rPr>
          <w:rFonts w:asciiTheme="majorHAnsi" w:hAnsiTheme="majorHAnsi" w:cs="Calibri"/>
          <w:szCs w:val="20"/>
        </w:rPr>
      </w:pPr>
      <w:r>
        <w:t xml:space="preserve">kākahu </w:t>
      </w:r>
      <w:r w:rsidRPr="003600F0">
        <w:rPr>
          <w:rFonts w:asciiTheme="majorHAnsi" w:hAnsiTheme="majorHAnsi"/>
          <w:szCs w:val="20"/>
        </w:rPr>
        <w:t xml:space="preserve">pahikara. </w:t>
      </w:r>
    </w:p>
    <w:p w14:paraId="4FFA5596" w14:textId="23BE6303" w:rsidR="003E055A" w:rsidRPr="003600F0" w:rsidRDefault="003E055A" w:rsidP="003600F0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Mō ngā atahanga tōtika, tirohia:</w:t>
      </w:r>
    </w:p>
    <w:p w14:paraId="51B24E6E" w14:textId="77777777" w:rsidR="003E055A" w:rsidRPr="00087B63" w:rsidRDefault="00A26579" w:rsidP="00DD0296">
      <w:pPr>
        <w:spacing w:after="120"/>
        <w:rPr>
          <w:rFonts w:asciiTheme="majorHAnsi" w:hAnsiTheme="majorHAnsi" w:cs="Calibri"/>
          <w:szCs w:val="20"/>
        </w:rPr>
      </w:pPr>
      <w:hyperlink r:id="rId10" w:history="1">
        <w:r w:rsidR="00FE5804">
          <w:rPr>
            <w:rStyle w:val="Hyperlink"/>
            <w:rFonts w:asciiTheme="majorHAnsi" w:hAnsiTheme="majorHAnsi"/>
          </w:rPr>
          <w:t>Ngā Taputapu (New Zealand code for cycling</w:t>
        </w:r>
      </w:hyperlink>
      <w:r w:rsidR="00FE5804">
        <w:rPr>
          <w:rFonts w:asciiTheme="majorHAnsi" w:hAnsiTheme="majorHAnsi"/>
        </w:rPr>
        <w:t xml:space="preserve">) </w:t>
      </w:r>
    </w:p>
    <w:p w14:paraId="4077C43A" w14:textId="77777777" w:rsidR="003E055A" w:rsidRDefault="00A26579" w:rsidP="00DD0296">
      <w:pPr>
        <w:spacing w:after="120"/>
        <w:rPr>
          <w:rFonts w:asciiTheme="majorHAnsi" w:hAnsiTheme="majorHAnsi" w:cs="Calibri"/>
          <w:szCs w:val="20"/>
        </w:rPr>
      </w:pPr>
      <w:hyperlink r:id="rId11" w:history="1">
        <w:r w:rsidR="00FE5804">
          <w:rPr>
            <w:rStyle w:val="Hyperlink"/>
            <w:rFonts w:asciiTheme="majorHAnsi" w:hAnsiTheme="majorHAnsi"/>
          </w:rPr>
          <w:t>Aratohu Hoko Pahikara (Waka Kotahi, PDF)</w:t>
        </w:r>
      </w:hyperlink>
    </w:p>
    <w:p w14:paraId="4DAFBEFC" w14:textId="77777777" w:rsidR="003E055A" w:rsidRDefault="00A26579" w:rsidP="00DD0296">
      <w:pPr>
        <w:spacing w:after="120"/>
        <w:rPr>
          <w:rFonts w:asciiTheme="majorHAnsi" w:hAnsiTheme="majorHAnsi" w:cs="Calibri"/>
          <w:szCs w:val="20"/>
        </w:rPr>
      </w:pPr>
      <w:hyperlink r:id="rId12" w:history="1">
        <w:r w:rsidR="00FE5804">
          <w:rPr>
            <w:rStyle w:val="Hyperlink"/>
            <w:rFonts w:asciiTheme="majorHAnsi" w:hAnsiTheme="majorHAnsi"/>
          </w:rPr>
          <w:t>Hihira haumaru e whitu ngā āhuatanga (Waka Kotahi, PDF)</w:t>
        </w:r>
      </w:hyperlink>
    </w:p>
    <w:p w14:paraId="7FE0E0B4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Ka hoki ngā mema rōpū pūkenga ki tō rātau rōpū pangahono hei tuari i ā rātau akoranga. Kātahi ka hangaia e ngā rōpū pangahono ngā atahanga, mahi whakapiripiri, tauira rānei i whakaingoatia, ngā ataata tohutohu poto rānei hei whakawhitiwhiti i ā rātau akoranga me ngā huatau mō te eke haumaru me ngā pahikara, ngā pōtae me ngā kākahu pahikara. </w:t>
      </w:r>
    </w:p>
    <w:p w14:paraId="71194E5A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</w:p>
    <w:p w14:paraId="72DFC15D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>Te tautuhi kupu hou</w:t>
      </w:r>
    </w:p>
    <w:p w14:paraId="0D09F191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Tohua ngā kupu me ngā kōrero hou. </w:t>
      </w:r>
    </w:p>
    <w:p w14:paraId="518506FD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Tāpirihia ngā kupu me te tikanga o te kupu ki te rārangi kupu a te akomanga/rōpū.</w:t>
      </w:r>
    </w:p>
    <w:p w14:paraId="776A0467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Me mahi takirua, ka tīpako i tētahi kupu rerekē ka whakamahi i roto i tētahi </w:t>
      </w:r>
      <w:r w:rsidRPr="00087B63">
        <w:rPr>
          <w:rFonts w:asciiTheme="majorHAnsi" w:hAnsiTheme="majorHAnsi"/>
          <w:b/>
          <w:i/>
          <w:szCs w:val="20"/>
        </w:rPr>
        <w:t>Tūtohu Rārangi Kupu</w:t>
      </w:r>
      <w:r>
        <w:rPr>
          <w:rFonts w:asciiTheme="majorHAnsi" w:hAnsiTheme="majorHAnsi"/>
        </w:rPr>
        <w:t>.</w:t>
      </w:r>
    </w:p>
    <w:p w14:paraId="3937E438" w14:textId="77777777" w:rsidR="003E055A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Hei tauira: TĀPINE</w:t>
      </w:r>
    </w:p>
    <w:p w14:paraId="28F30A28" w14:textId="77777777" w:rsidR="003600F0" w:rsidRDefault="003600F0" w:rsidP="00DD0296">
      <w:pPr>
        <w:spacing w:after="120"/>
        <w:rPr>
          <w:rFonts w:asciiTheme="majorHAnsi" w:hAnsiTheme="majorHAnsi" w:cs="Calibri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7"/>
        <w:gridCol w:w="4493"/>
      </w:tblGrid>
      <w:tr w:rsidR="003E055A" w:rsidRPr="00087B63" w14:paraId="7FF5CE9C" w14:textId="77777777" w:rsidTr="00802D11"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D138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lastRenderedPageBreak/>
              <w:t>Whakamāramatanga</w:t>
            </w:r>
          </w:p>
          <w:p w14:paraId="373D27A9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</w:p>
          <w:p w14:paraId="402761D3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tētahi mea he pupuri i ngā pito e rua, hei tauira, he rawhi, kati rānei hei pupuri i ngā tarapu e rua</w:t>
            </w:r>
          </w:p>
          <w:p w14:paraId="41E0B6EA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</w:p>
          <w:p w14:paraId="64D611FC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  <w:p w14:paraId="037CEEBB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 w:rsidRPr="00087B63">
              <w:rPr>
                <w:rFonts w:ascii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3D44D3" wp14:editId="43862260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45085</wp:posOffset>
                      </wp:positionV>
                      <wp:extent cx="1842770" cy="914400"/>
                      <wp:effectExtent l="0" t="0" r="24130" b="19050"/>
                      <wp:wrapNone/>
                      <wp:docPr id="2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42770" cy="914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9D894F" w14:textId="77777777" w:rsidR="003E055A" w:rsidRDefault="003E055A" w:rsidP="003E055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[Kōkuhu atahanga] </w:t>
                                  </w:r>
                                </w:p>
                                <w:p w14:paraId="45A99096" w14:textId="77777777" w:rsidR="003E055A" w:rsidRPr="00E61DE0" w:rsidRDefault="003E055A" w:rsidP="003E055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Utauta haumaru: TĀPINE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3D44D3" id="Rounded Rectangle 4" o:spid="_x0000_s1026" style="position:absolute;margin-left:154.35pt;margin-top:3.55pt;width:145.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" fillcolor="white [3212]" strokecolor="black [3213]" strokeweight="2pt">
                      <v:path arrowok="t"/>
                      <v:textbox>
                        <w:txbxContent>
                          <w:p w14:paraId="5B9D894F" w14:textId="77777777" w:rsidR="003E055A" w:rsidRDefault="003E055A" w:rsidP="003E05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[Kōkuhu atahanga] </w:t>
                            </w:r>
                          </w:p>
                          <w:p w14:paraId="45A99096" w14:textId="77777777" w:rsidR="003E055A" w:rsidRPr="00E61DE0" w:rsidRDefault="003E055A" w:rsidP="003E05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Utauta haumaru: TĀPINE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ADF2AE9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  <w:p w14:paraId="0E7E2894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7A07" w14:textId="77777777" w:rsidR="003E055A" w:rsidRPr="00087B63" w:rsidRDefault="003E055A" w:rsidP="00DD0296">
            <w:pPr>
              <w:spacing w:after="120"/>
              <w:jc w:val="right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t>Ngā āhuatanga</w:t>
            </w:r>
          </w:p>
          <w:p w14:paraId="0341243B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mētara, kirihou mārō</w:t>
            </w:r>
          </w:p>
          <w:p w14:paraId="75179C0F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he tāpare, pine, mārau</w:t>
            </w:r>
          </w:p>
          <w:p w14:paraId="25CAE73C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tikanga whakamau</w:t>
            </w:r>
          </w:p>
          <w:p w14:paraId="7415B60C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i/>
              </w:rPr>
              <w:t>whakatikatika</w:t>
            </w:r>
          </w:p>
        </w:tc>
      </w:tr>
      <w:tr w:rsidR="003E055A" w:rsidRPr="00087B63" w14:paraId="607C8A95" w14:textId="77777777" w:rsidTr="00802D11"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86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t>Ngā tauira</w:t>
            </w:r>
          </w:p>
          <w:p w14:paraId="00F37E8A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</w:p>
          <w:p w14:paraId="184A286F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peketua</w:t>
            </w:r>
          </w:p>
          <w:p w14:paraId="6FFDFBEB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 xml:space="preserve">tātua </w:t>
            </w:r>
          </w:p>
          <w:p w14:paraId="7DB66AA7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 xml:space="preserve">korehe </w:t>
            </w:r>
          </w:p>
          <w:p w14:paraId="5A26901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 xml:space="preserve">pōtae haumaru </w:t>
            </w:r>
          </w:p>
          <w:p w14:paraId="14719859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tarapu kauae</w:t>
            </w:r>
          </w:p>
          <w:p w14:paraId="64EE3C56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ngā tarapu whakamau</w:t>
            </w:r>
          </w:p>
          <w:p w14:paraId="228D9D5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962" w14:textId="77777777" w:rsidR="003E055A" w:rsidRPr="00087B63" w:rsidRDefault="003E055A" w:rsidP="00DD0296">
            <w:pPr>
              <w:spacing w:after="120"/>
              <w:jc w:val="right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t>Ehara i te tauira</w:t>
            </w:r>
          </w:p>
          <w:p w14:paraId="73185DD7" w14:textId="77777777" w:rsidR="003E055A" w:rsidRPr="00087B63" w:rsidRDefault="003E055A" w:rsidP="00DD0296">
            <w:pPr>
              <w:spacing w:after="120"/>
              <w:jc w:val="right"/>
              <w:rPr>
                <w:rFonts w:asciiTheme="majorHAnsi" w:hAnsiTheme="majorHAnsi" w:cs="Calibri"/>
                <w:b/>
                <w:szCs w:val="20"/>
              </w:rPr>
            </w:pPr>
          </w:p>
          <w:p w14:paraId="08D4E7C3" w14:textId="77777777" w:rsidR="003E055A" w:rsidRPr="00087B63" w:rsidRDefault="003E055A" w:rsidP="00DD0296">
            <w:pPr>
              <w:spacing w:after="120"/>
              <w:jc w:val="right"/>
              <w:rPr>
                <w:rFonts w:asciiTheme="majorHAnsi" w:hAnsiTheme="majorHAnsi" w:cs="Calibri"/>
                <w:b/>
                <w:szCs w:val="20"/>
              </w:rPr>
            </w:pPr>
          </w:p>
          <w:p w14:paraId="6ACBD19E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koropiko</w:t>
            </w:r>
          </w:p>
          <w:p w14:paraId="283599EE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pūnoti rīwhi</w:t>
            </w:r>
          </w:p>
          <w:p w14:paraId="2B5EF8EF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whakamau kakati</w:t>
            </w:r>
          </w:p>
          <w:p w14:paraId="7580A883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i/>
                <w:szCs w:val="20"/>
              </w:rPr>
            </w:pPr>
            <w:r>
              <w:rPr>
                <w:rFonts w:asciiTheme="majorHAnsi" w:hAnsiTheme="majorHAnsi"/>
                <w:i/>
              </w:rPr>
              <w:t>reihi</w:t>
            </w:r>
          </w:p>
          <w:p w14:paraId="63CD929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i/>
              </w:rPr>
              <w:t>hono</w:t>
            </w:r>
          </w:p>
        </w:tc>
      </w:tr>
    </w:tbl>
    <w:p w14:paraId="24DD6207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</w:p>
    <w:p w14:paraId="5C066F99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>Te kōmaka mōhiohio</w:t>
      </w:r>
    </w:p>
    <w:p w14:paraId="7DF41E3D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Tonoa te akomanga kia ohia manomano i ngā mea hou i ako rātau mō ngā </w:t>
      </w:r>
      <w:r w:rsidRPr="00087B63">
        <w:rPr>
          <w:rFonts w:asciiTheme="majorHAnsi" w:hAnsiTheme="majorHAnsi"/>
          <w:b/>
          <w:szCs w:val="20"/>
        </w:rPr>
        <w:t>utauta</w:t>
      </w:r>
      <w:r>
        <w:rPr>
          <w:rFonts w:asciiTheme="majorHAnsi" w:hAnsiTheme="majorHAnsi"/>
        </w:rPr>
        <w:t xml:space="preserve"> me ngā </w:t>
      </w:r>
      <w:r w:rsidRPr="00087B63">
        <w:rPr>
          <w:rFonts w:asciiTheme="majorHAnsi" w:hAnsiTheme="majorHAnsi"/>
          <w:b/>
          <w:szCs w:val="20"/>
        </w:rPr>
        <w:t>whanonga</w:t>
      </w:r>
      <w:r>
        <w:rPr>
          <w:rFonts w:asciiTheme="majorHAnsi" w:hAnsiTheme="majorHAnsi"/>
        </w:rPr>
        <w:t xml:space="preserve"> mō te eke haumaru.</w:t>
      </w:r>
    </w:p>
    <w:p w14:paraId="19390C50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Kōmakahia ēnei huatau kapo noa ki roto i tētahi tūtohi me ngā kōwae e rua. Me whakamahi tētahi o ngā kōwae mō ngā huatau mō ngā utauta haumaru (ngā mea ka whakamahia e koe) me tētahi atu mō ngā huatau mō ngā whanonga haumaru (ngā mea ka mahia e koe). </w:t>
      </w:r>
    </w:p>
    <w:p w14:paraId="7FD0F9EB" w14:textId="77777777" w:rsidR="003E055A" w:rsidRPr="00087B63" w:rsidRDefault="003E055A" w:rsidP="00802D11">
      <w:pPr>
        <w:spacing w:after="6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Hei tauira:</w:t>
      </w:r>
    </w:p>
    <w:p w14:paraId="62BF521E" w14:textId="77777777" w:rsidR="00315E73" w:rsidRDefault="00315E73" w:rsidP="00802D11">
      <w:pPr>
        <w:rPr>
          <w:rFonts w:asciiTheme="majorHAnsi" w:hAnsiTheme="majorHAnsi" w:cs="Calibri"/>
          <w:szCs w:val="20"/>
        </w:rPr>
      </w:pPr>
    </w:p>
    <w:p w14:paraId="0CD35F80" w14:textId="5F7691AC" w:rsidR="003E055A" w:rsidRDefault="00315E73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Ko te kaupapa o ā mātou akoranga mō te: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E055A" w:rsidRPr="00087B63" w14:paraId="37495A65" w14:textId="77777777" w:rsidTr="00315E73"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5BE9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t>Whakamahi Utauta Haumaru (ngā mea ka whakamahia e koe)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C24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b/>
                <w:szCs w:val="20"/>
              </w:rPr>
            </w:pPr>
            <w:r>
              <w:rPr>
                <w:rFonts w:asciiTheme="majorHAnsi" w:hAnsiTheme="majorHAnsi"/>
                <w:b/>
              </w:rPr>
              <w:t>Whanonga Haumaru (ngā mea ka mahia e koe)</w:t>
            </w:r>
          </w:p>
        </w:tc>
      </w:tr>
      <w:tr w:rsidR="003E055A" w:rsidRPr="00087B63" w14:paraId="2938F807" w14:textId="77777777" w:rsidTr="00315E73"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9BF4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Me mau pōtae i ngā wā katoa</w:t>
            </w:r>
          </w:p>
          <w:p w14:paraId="4EF48926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Te whai pereki me ngā whakaataata kei te mahi</w:t>
            </w:r>
          </w:p>
          <w:p w14:paraId="163E68C6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Tangohia ngā puru taringa</w:t>
            </w:r>
          </w:p>
          <w:p w14:paraId="734631F8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Kaua e mau kākahu ka whīwhiwhi pea i roto i ngā titi, mekameka rānei, te whakarehurehu rānei i te kite.</w:t>
            </w:r>
          </w:p>
          <w:p w14:paraId="4E619830" w14:textId="5B89B6AE" w:rsidR="003E055A" w:rsidRPr="00087B63" w:rsidRDefault="003E055A" w:rsidP="00802D11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lastRenderedPageBreak/>
              <w:t xml:space="preserve">Me mau i tētahi wēkete tino ari me tētahi tēpa whakaata kia nui ake tō kitea e ētahi atu kaiwhakamahi rori. 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4D18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lastRenderedPageBreak/>
              <w:t>Me whai i ngā tikanga o te rori</w:t>
            </w:r>
          </w:p>
          <w:p w14:paraId="6C525B85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Me tirotiro kei te mau tō tarapu pōtae pahikara</w:t>
            </w:r>
          </w:p>
          <w:p w14:paraId="2E8DFA4C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Me whakaatu ō hiahia (ka aha koe)</w:t>
            </w:r>
          </w:p>
          <w:p w14:paraId="17C80E8D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Kaua e tukuna ētahi kia tāpara</w:t>
            </w:r>
          </w:p>
          <w:p w14:paraId="70E30200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Me whai i te ia o te ikiiki, kaua e anga atu</w:t>
            </w:r>
          </w:p>
          <w:p w14:paraId="4FD09E7A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lastRenderedPageBreak/>
              <w:t>Me mōhio ki ētahi atu kaiwhakamahi rori, ā, me ā rātau mahi (arokā wāhitanga)</w:t>
            </w:r>
          </w:p>
          <w:p w14:paraId="115C9E7E" w14:textId="77777777" w:rsidR="003E055A" w:rsidRPr="00087B63" w:rsidRDefault="003E055A" w:rsidP="00DD0296">
            <w:pPr>
              <w:spacing w:after="120"/>
              <w:rPr>
                <w:rFonts w:asciiTheme="majorHAnsi" w:hAnsiTheme="majorHAnsi" w:cs="Calibri"/>
                <w:szCs w:val="20"/>
              </w:rPr>
            </w:pPr>
          </w:p>
        </w:tc>
      </w:tr>
    </w:tbl>
    <w:p w14:paraId="1D5DB72A" w14:textId="77777777" w:rsidR="003600F0" w:rsidRDefault="003600F0">
      <w:pPr>
        <w:rPr>
          <w:rFonts w:asciiTheme="majorHAnsi" w:eastAsiaTheme="majorEastAsia" w:hAnsiTheme="majorHAnsi" w:cstheme="majorBidi"/>
          <w:b/>
          <w:bCs/>
          <w:color w:val="273944"/>
          <w:sz w:val="32"/>
        </w:rPr>
      </w:pPr>
      <w:r>
        <w:lastRenderedPageBreak/>
        <w:br w:type="page"/>
      </w:r>
    </w:p>
    <w:p w14:paraId="098FFD7D" w14:textId="3EB769AC" w:rsidR="003E055A" w:rsidRPr="00087B63" w:rsidRDefault="003E055A" w:rsidP="00DD0296">
      <w:pPr>
        <w:pStyle w:val="Heading3"/>
        <w:spacing w:after="120"/>
      </w:pPr>
      <w:r>
        <w:lastRenderedPageBreak/>
        <w:t>1.2. He aha te mea ka āwhina te utauta, whanonga rānei ki te tiaki i te kaieke pahikara?</w:t>
      </w:r>
    </w:p>
    <w:p w14:paraId="73FC48D3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 xml:space="preserve"> </w:t>
      </w:r>
    </w:p>
    <w:p w14:paraId="3082AB22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[Te honohono whakaaro]</w:t>
      </w:r>
    </w:p>
    <w:p w14:paraId="1FEC0129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[Ngā Hono ki Te Wāhanga Akoranga o Te Marautanga o Aotearoa me te Mātauranga Whakakori, Whakaari]</w:t>
      </w:r>
    </w:p>
    <w:p w14:paraId="3BF53226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</w:p>
    <w:p w14:paraId="4891B4BF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>Whakamārama kōkau</w:t>
      </w:r>
    </w:p>
    <w:p w14:paraId="18CFCE2B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Mai i te akoranga whakangungu pūkenga, tīpakohia tētahi utauta kotahi, whanonga rānei e āwhina ana kia haumaru ngā kaieke pahikara. </w:t>
      </w:r>
    </w:p>
    <w:p w14:paraId="772505BC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Whakamahia tētahi mahere Ngaku SOLO kia tino mārama ai ki te huatau (whakamāramahia te take e haumaru ai ngā kaieke pahikara i tēnei), ā, ka whakawhānui ake i te huatau ki wāhi hou (whakaputa whakaaro mō te noho haumaru mā tēnei).</w:t>
      </w:r>
    </w:p>
    <w:p w14:paraId="2EF4E4FA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Hei tauira: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2995"/>
        <w:gridCol w:w="2934"/>
      </w:tblGrid>
      <w:tr w:rsidR="003E055A" w:rsidRPr="00087B63" w14:paraId="7FF3739E" w14:textId="77777777" w:rsidTr="006C15E8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7E3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 w:rsidRPr="00087B63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 wp14:anchorId="0BE1A0E8" wp14:editId="69E6AA90">
                  <wp:extent cx="1819275" cy="1171575"/>
                  <wp:effectExtent l="0" t="0" r="0" b="0"/>
                  <wp:docPr id="4" name="Picture 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D382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 w:rsidRPr="00087B63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 wp14:anchorId="512A3EB0" wp14:editId="5CB3C0C0">
                  <wp:extent cx="1724025" cy="1247775"/>
                  <wp:effectExtent l="0" t="0" r="0" b="0"/>
                  <wp:docPr id="5" name="Picture 8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8" descr="Shape,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E3DC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 w:rsidRPr="00087B63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 wp14:anchorId="76F66548" wp14:editId="65986BB2">
                  <wp:extent cx="1657350" cy="1171575"/>
                  <wp:effectExtent l="0" t="0" r="0" b="0"/>
                  <wp:docPr id="9" name="Picture 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055A" w:rsidRPr="00087B63" w14:paraId="3B47168C" w14:textId="77777777" w:rsidTr="006C15E8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689D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He aha tāu i kite i roto i te akoranga pūkenga mō ngā utauta me te whanonga mō te eke pahikara haumaru?</w:t>
            </w:r>
          </w:p>
          <w:p w14:paraId="66651E62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b/>
                <w:i/>
                <w:szCs w:val="20"/>
              </w:rPr>
            </w:pPr>
          </w:p>
          <w:p w14:paraId="504B7D27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b/>
                <w:i/>
                <w:szCs w:val="20"/>
              </w:rPr>
            </w:pPr>
            <w:r>
              <w:rPr>
                <w:rFonts w:asciiTheme="majorHAnsi" w:hAnsiTheme="majorHAnsi"/>
                <w:b/>
                <w:i/>
              </w:rPr>
              <w:t>Hangangamaha SOLO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1C0D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He aha ki ō whakaaro ka āwhina tēnei huatau kia noho haumaru ngā tāngata ina ngahau ana te eke pahikara?</w:t>
            </w:r>
          </w:p>
          <w:p w14:paraId="40FA2B97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b/>
                <w:i/>
                <w:szCs w:val="20"/>
              </w:rPr>
            </w:pPr>
            <w:r>
              <w:rPr>
                <w:rFonts w:asciiTheme="majorHAnsi" w:hAnsiTheme="majorHAnsi"/>
                <w:b/>
                <w:i/>
              </w:rPr>
              <w:t>Pānga SOLO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05EA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szCs w:val="20"/>
              </w:rPr>
            </w:pPr>
            <w:r>
              <w:rPr>
                <w:rFonts w:asciiTheme="majorHAnsi" w:hAnsiTheme="majorHAnsi"/>
              </w:rPr>
              <w:t>He aha ka toko ake ki ō whakaaro mō te noho haumaru ina ngahau ana te eke pahikara?</w:t>
            </w:r>
          </w:p>
          <w:p w14:paraId="035AB57B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b/>
                <w:i/>
                <w:szCs w:val="20"/>
              </w:rPr>
            </w:pPr>
          </w:p>
          <w:p w14:paraId="49F0F07F" w14:textId="77777777" w:rsidR="003E055A" w:rsidRPr="00087B63" w:rsidRDefault="003E055A" w:rsidP="00DD0296">
            <w:pPr>
              <w:spacing w:after="120"/>
              <w:jc w:val="center"/>
              <w:rPr>
                <w:rFonts w:asciiTheme="majorHAnsi" w:hAnsiTheme="majorHAnsi" w:cs="Calibri"/>
                <w:b/>
                <w:i/>
                <w:szCs w:val="20"/>
              </w:rPr>
            </w:pPr>
            <w:r>
              <w:rPr>
                <w:rFonts w:asciiTheme="majorHAnsi" w:hAnsiTheme="majorHAnsi"/>
                <w:b/>
                <w:i/>
              </w:rPr>
              <w:t>Waitara SOLO whānui ake</w:t>
            </w:r>
          </w:p>
        </w:tc>
      </w:tr>
    </w:tbl>
    <w:p w14:paraId="3138CD9B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</w:p>
    <w:p w14:paraId="6B34777E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Me mahi anō ēnei whakaaro me ētahi atu wāhanga utauta, whanonga rānei e āwhina ana kia haumaru ai ngā kaieke pahikara.</w:t>
      </w:r>
    </w:p>
    <w:p w14:paraId="56D901DA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Me kohikohi me te whakaatu i ēnei Ngaku SOLO mō te </w:t>
      </w:r>
      <w:r w:rsidRPr="00087B63">
        <w:rPr>
          <w:rFonts w:asciiTheme="majorHAnsi" w:hAnsiTheme="majorHAnsi"/>
          <w:b/>
          <w:szCs w:val="20"/>
        </w:rPr>
        <w:t>whakamahi utauta</w:t>
      </w:r>
      <w:r>
        <w:rPr>
          <w:rFonts w:asciiTheme="majorHAnsi" w:hAnsiTheme="majorHAnsi"/>
        </w:rPr>
        <w:t xml:space="preserve"> me te </w:t>
      </w:r>
      <w:r w:rsidRPr="00087B63">
        <w:rPr>
          <w:rFonts w:asciiTheme="majorHAnsi" w:hAnsiTheme="majorHAnsi"/>
          <w:b/>
          <w:szCs w:val="20"/>
        </w:rPr>
        <w:t>whanonga</w:t>
      </w:r>
      <w:r>
        <w:rPr>
          <w:rFonts w:asciiTheme="majorHAnsi" w:hAnsiTheme="majorHAnsi"/>
        </w:rPr>
        <w:t xml:space="preserve"> mō tētahi tūtohi whakaatu nui. </w:t>
      </w:r>
    </w:p>
    <w:p w14:paraId="5E28E362" w14:textId="77777777" w:rsidR="003E055A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I roto i ngā rōpū iti, takirua rānei, pātai ki ngā ākonga kia maumahara rātau ki tētahi wā i te hīrokiroki rātau, tētahi atu tangata rānei e mōhio ana rātau ina eke pahikara. </w:t>
      </w:r>
    </w:p>
    <w:p w14:paraId="61A8029D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I aha? I pēhea te āhua? I pēhea ō rātau kare ā-roto? He aha ki ō rātau whakaaro i pā mai ai tērā? He aha i pā mai i tēnei? I pēhea te whakarite i te pūmate? </w:t>
      </w:r>
    </w:p>
    <w:p w14:paraId="05791CFA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Me heri mai i ngā huatau me ngā mōhiohio hou mō te tautohu me te whakarite pūmate ina eke pahikara. </w:t>
      </w:r>
    </w:p>
    <w:p w14:paraId="07959BB1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Tonoa ngā ākonga ki te matapaki ka pēhea pea tā rātau whakarite i ngā pūmate nā tētahi o ēnei e whai ake: </w:t>
      </w:r>
    </w:p>
    <w:p w14:paraId="118287A8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te whakamahi i ngā utauta hīrokiroki (pahikara) </w:t>
      </w:r>
    </w:p>
    <w:p w14:paraId="579AEDE7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ngā taonga kāore i te mau tika, kāore i te haumaru rānei (pōtae)</w:t>
      </w:r>
    </w:p>
    <w:p w14:paraId="6DA5A7C2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ngā kākahu kāore i te tika, kāore i te mau tika rānei - ngā mōhiti, pōtae, kāmeta, poraka mau pōtae, puru taringa, hū. </w:t>
      </w:r>
    </w:p>
    <w:p w14:paraId="0721AC73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kua hē te whakamahi i te pahikara </w:t>
      </w:r>
    </w:p>
    <w:p w14:paraId="31E16BB4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lastRenderedPageBreak/>
        <w:t xml:space="preserve">he koretake ngā pūkenga eke pahikara </w:t>
      </w:r>
    </w:p>
    <w:p w14:paraId="2FEDAD83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ngā raruraru hauora - huangō, kāore i te mauri tau </w:t>
      </w:r>
    </w:p>
    <w:p w14:paraId="4C263B41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tere te tipu - ngā taiohi</w:t>
      </w:r>
    </w:p>
    <w:p w14:paraId="71BBFD15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ngā raruraru hirikapo – he kore i mārama, he kūare ki ngā mutunga iho, ki te arokā wāhitanga rānei </w:t>
      </w:r>
    </w:p>
    <w:p w14:paraId="53E911FA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rehurehu, kāore i te tino kitea</w:t>
      </w:r>
    </w:p>
    <w:p w14:paraId="2F638DB2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iti te wāhi</w:t>
      </w:r>
    </w:p>
    <w:p w14:paraId="193FB265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whai mōkai, ngā kararehe iti, ētahi atu tamariki rānei</w:t>
      </w:r>
    </w:p>
    <w:p w14:paraId="3BAB802B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ngā papa eke pahikara kāore i te haumaru   </w:t>
      </w:r>
    </w:p>
    <w:p w14:paraId="3D60C34B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urunga koretake </w:t>
      </w:r>
    </w:p>
    <w:p w14:paraId="4430EDA3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ngā rongoā, waipiro, whakamahi whakapōauau hoki/rānei </w:t>
      </w:r>
    </w:p>
    <w:p w14:paraId="24195471" w14:textId="77777777" w:rsidR="003E055A" w:rsidRPr="00087B63" w:rsidRDefault="003E055A" w:rsidP="00DD0296">
      <w:pPr>
        <w:pStyle w:val="ListBullet"/>
        <w:numPr>
          <w:ilvl w:val="0"/>
          <w:numId w:val="21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āhua ngākau - hari, pōuri, riri, porohuri</w:t>
      </w:r>
    </w:p>
    <w:p w14:paraId="7AC93ECD" w14:textId="77777777" w:rsidR="003E055A" w:rsidRPr="00087B63" w:rsidRDefault="003E055A" w:rsidP="00A26579">
      <w:pPr>
        <w:pStyle w:val="ListBullet"/>
        <w:numPr>
          <w:ilvl w:val="0"/>
          <w:numId w:val="21"/>
        </w:numPr>
        <w:ind w:left="714" w:hanging="357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pīroiroi - he iti te whakaaro tapatahi.</w:t>
      </w:r>
    </w:p>
    <w:p w14:paraId="157B30D1" w14:textId="77777777" w:rsidR="003E055A" w:rsidRPr="00A26579" w:rsidRDefault="003E055A" w:rsidP="00802D11">
      <w:pPr>
        <w:rPr>
          <w:rFonts w:asciiTheme="majorHAnsi" w:hAnsiTheme="majorHAnsi" w:cs="Calibri"/>
          <w:sz w:val="16"/>
          <w:szCs w:val="16"/>
        </w:rPr>
      </w:pPr>
    </w:p>
    <w:p w14:paraId="320C7C99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Matapakitia te pānga o ngā mahinga eke pahikara hīrokiroki ki te tangata whai pānga, tōna whānau me te hapori whānui ake. Me whakauru ki te pānga o te pūmate ki te hauora, motuhaketanga, nekeneke, kaha ki te whakauru ki ngā mahinga ā-whare o ia rā, te mahi me te kura. </w:t>
      </w:r>
    </w:p>
    <w:p w14:paraId="76CA53B2" w14:textId="77777777" w:rsidR="003600F0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Me mātaki i ngā tātuhinga, whakaahua, ataata rānei (ngā pakiwaituhi, ngā hinganga me ngā mania pukuhohe me ngā topenga whitiāhua o YouTube) e whakaatu ana i ngā pūmate eke pahikara.</w:t>
      </w:r>
    </w:p>
    <w:p w14:paraId="1DE13DF8" w14:textId="77777777" w:rsidR="003600F0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Whakamahia ngā rauemi arokite ataata mai i te pae tukutuku a Waka Kotahi</w:t>
      </w:r>
    </w:p>
    <w:p w14:paraId="4218796E" w14:textId="77777777" w:rsidR="003600F0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Me pānui i ngā tuhipānui, kōrero poto me ngā pūrongo pāpāho mō ngā pūmate ina eke pahikara.</w:t>
      </w:r>
    </w:p>
    <w:p w14:paraId="498A7B40" w14:textId="1026F883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 xml:space="preserve">Me kōrero ki te hunga i tutuki te whakarite i tētahi pūmate ina eke pahikara. </w:t>
      </w:r>
    </w:p>
    <w:p w14:paraId="046D5C37" w14:textId="77777777" w:rsidR="003E055A" w:rsidRPr="00087B63" w:rsidRDefault="003E055A" w:rsidP="00802D11">
      <w:pPr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Me whakamārama i te take mō te ako ki te whakarite i tētahi pūmate nā te utauta, whanonga rānei ka whai pānga mutunga iho mō ngā tāngata rerekē maha i ngā wā roa.</w:t>
      </w:r>
    </w:p>
    <w:p w14:paraId="72776060" w14:textId="77777777" w:rsidR="003E055A" w:rsidRPr="00A26579" w:rsidRDefault="003E055A" w:rsidP="00802D11">
      <w:pPr>
        <w:rPr>
          <w:rFonts w:asciiTheme="majorHAnsi" w:hAnsiTheme="majorHAnsi" w:cs="Calibri"/>
          <w:b/>
          <w:sz w:val="12"/>
          <w:szCs w:val="12"/>
        </w:rPr>
      </w:pPr>
    </w:p>
    <w:p w14:paraId="68B93E21" w14:textId="77777777" w:rsidR="003E055A" w:rsidRPr="00087B63" w:rsidRDefault="003E055A" w:rsidP="00802D11">
      <w:pPr>
        <w:pStyle w:val="Heading4"/>
        <w:spacing w:before="0"/>
      </w:pPr>
      <w:r>
        <w:t>Ngā kēmu mō te whakarite i ngā pūmate</w:t>
      </w:r>
    </w:p>
    <w:p w14:paraId="57978EAA" w14:textId="5779A062" w:rsidR="003E055A" w:rsidRPr="00087B63" w:rsidRDefault="003E055A" w:rsidP="00A26579">
      <w:pPr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[Ngā Hono ki Ngā Wāhanga Akoranga o Te Marautanga o Aotearoa: Ngā Toi - Whakaari]</w:t>
      </w:r>
    </w:p>
    <w:p w14:paraId="6C48E77F" w14:textId="77777777" w:rsidR="003E055A" w:rsidRPr="00A26579" w:rsidRDefault="003E055A" w:rsidP="00802D11">
      <w:pPr>
        <w:ind w:left="720"/>
        <w:rPr>
          <w:rFonts w:asciiTheme="majorHAnsi" w:hAnsiTheme="majorHAnsi" w:cs="Calibri"/>
          <w:b/>
          <w:sz w:val="16"/>
          <w:szCs w:val="16"/>
        </w:rPr>
      </w:pPr>
    </w:p>
    <w:p w14:paraId="43E5E7E0" w14:textId="77777777" w:rsidR="003E055A" w:rsidRPr="00087B63" w:rsidRDefault="003E055A" w:rsidP="00A26579">
      <w:pPr>
        <w:spacing w:after="6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t>Te-Whakarite-Pūmate-Pahikara Poikōpiko</w:t>
      </w:r>
    </w:p>
    <w:p w14:paraId="65FD5636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Me tohu kia rua ngā tūao kia noho ki mua i a rāua anō ki mua i te aroaro o te akomanga.</w:t>
      </w:r>
    </w:p>
    <w:p w14:paraId="42E14DA7" w14:textId="77777777" w:rsidR="003E055A" w:rsidRPr="00087B63" w:rsidRDefault="003E055A" w:rsidP="00A26579">
      <w:pPr>
        <w:spacing w:after="6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E rima hekona ki te ākonga tuatahi ki te karanga ake i te ingoa o tētahi pūmate pahikara mō ngā kaieke pahikara.</w:t>
      </w:r>
    </w:p>
    <w:p w14:paraId="586CD90E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Me whakamārama te ākonga tuarua i tētahi āhuatanga hei whakarite i te pūmate.</w:t>
      </w:r>
    </w:p>
    <w:p w14:paraId="62CFE2AC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haere tonu tēnei mahi kia neke atu i te 5 hēkona te roa mō te urupare, ka tuaruahia rānei tētahi pūmate.</w:t>
      </w:r>
    </w:p>
    <w:p w14:paraId="5C37D299" w14:textId="77777777" w:rsidR="003E055A" w:rsidRPr="00087B63" w:rsidRDefault="003E055A" w:rsidP="00A26579">
      <w:pPr>
        <w:spacing w:after="6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tatau haere ngā ākonga e mātakitaki ana i ngā ākonga ka karanga ake ina tuaruahia tētahi pūmate. Ina roa ake te ākonga tuarua i te 5 hēkona hei urupare, ka tuaruahia rānei e te ākonga tuatahi tētahi pūmate, ka kuhu mai he ākonga ki te whakatutuki i te mahi a taua ākonga - mā te toa Whakarite Pūmate Pahikara, tana kaiuiui rānei.</w:t>
      </w:r>
    </w:p>
    <w:p w14:paraId="649729EC" w14:textId="77777777" w:rsidR="003E055A" w:rsidRPr="00087B63" w:rsidRDefault="003E055A" w:rsidP="00802D1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Whakatau wenewene: Ko te whakatau a te kaiārahi wāhanga te whakatau whakamutunga. </w:t>
      </w:r>
    </w:p>
    <w:p w14:paraId="1630239F" w14:textId="77777777" w:rsidR="003E055A" w:rsidRPr="00A26579" w:rsidRDefault="003E055A" w:rsidP="00A26579">
      <w:pPr>
        <w:rPr>
          <w:rFonts w:asciiTheme="majorHAnsi" w:hAnsiTheme="majorHAnsi"/>
          <w:sz w:val="12"/>
          <w:szCs w:val="12"/>
        </w:rPr>
      </w:pPr>
    </w:p>
    <w:p w14:paraId="4FD338EB" w14:textId="77777777" w:rsidR="003E055A" w:rsidRPr="00087B63" w:rsidRDefault="003E055A" w:rsidP="00A26579">
      <w:pPr>
        <w:spacing w:after="60"/>
        <w:rPr>
          <w:rFonts w:asciiTheme="majorHAnsi" w:hAnsiTheme="majorHAnsi" w:cs="Calibri"/>
          <w:b/>
          <w:szCs w:val="20"/>
        </w:rPr>
      </w:pPr>
      <w:proofErr w:type="spellStart"/>
      <w:r>
        <w:rPr>
          <w:rFonts w:asciiTheme="majorHAnsi" w:hAnsiTheme="majorHAnsi"/>
          <w:b/>
        </w:rPr>
        <w:t>Kimikimihia</w:t>
      </w:r>
      <w:proofErr w:type="spellEnd"/>
      <w:r>
        <w:rPr>
          <w:rFonts w:asciiTheme="majorHAnsi" w:hAnsiTheme="majorHAnsi"/>
          <w:b/>
        </w:rPr>
        <w:t xml:space="preserve"> Taku </w:t>
      </w:r>
      <w:proofErr w:type="spellStart"/>
      <w:r>
        <w:rPr>
          <w:rFonts w:asciiTheme="majorHAnsi" w:hAnsiTheme="majorHAnsi"/>
          <w:b/>
        </w:rPr>
        <w:t>Pūmate</w:t>
      </w:r>
      <w:proofErr w:type="spellEnd"/>
      <w:r>
        <w:rPr>
          <w:rFonts w:asciiTheme="majorHAnsi" w:hAnsiTheme="majorHAnsi"/>
          <w:b/>
        </w:rPr>
        <w:t xml:space="preserve"> Ngaro</w:t>
      </w:r>
    </w:p>
    <w:p w14:paraId="753B6503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mahi takirua, takitoru rānei ngā ākonga. Ka tātuhia he pūmate mai i tētahi rārangi i whakaritea (ka whakakīa te pouaka me ngā pepa kei runga ngā pūmate pahikara rerekē).</w:t>
      </w:r>
    </w:p>
    <w:p w14:paraId="029F1589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hangaia e ngā takirua, rōpū rānei tētahi kāpeka 1-meneti e whai wāhanga nui ai te pūmate pahikara ngaro.</w:t>
      </w:r>
    </w:p>
    <w:p w14:paraId="2C09DC8C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lastRenderedPageBreak/>
        <w:t>Me whakarite e ngā kaipurei te pūmate mā tētahi āhuatanga e tino mōhiotia ai te pūmate engari kaua rawa e whakahua.</w:t>
      </w:r>
    </w:p>
    <w:p w14:paraId="115EAE0C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whakatautauhia mai e ia takirua, rōpū rānei ā rātau kaupeka i mua i ngā kaimātakitaki.</w:t>
      </w:r>
    </w:p>
    <w:p w14:paraId="7847BBE7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whakamātau ngā kaimātakitaki ki te kimikimi i te pūmate e whakaarihia ana.</w:t>
      </w:r>
    </w:p>
    <w:p w14:paraId="730079F0" w14:textId="070F5664" w:rsidR="003600F0" w:rsidRDefault="003600F0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br w:type="page"/>
      </w:r>
    </w:p>
    <w:p w14:paraId="7452D11D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  <w:r>
        <w:rPr>
          <w:rFonts w:asciiTheme="majorHAnsi" w:hAnsiTheme="majorHAnsi"/>
          <w:b/>
        </w:rPr>
        <w:lastRenderedPageBreak/>
        <w:t>Ka Aha Koe? Ka Whakaraeraehia E Au Te Eke Pahikara</w:t>
      </w:r>
    </w:p>
    <w:p w14:paraId="282D3927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Ka mahi tahi ngā ākonga i rō rōpū takirua, takitoru rānei ki te waihanga i tētahi tuhinga whakaari e kōrerorero ai, tautohetohe hoki/rānei ai ētahi utauta pūmate pahikara, whanonga rānei e 2 e hāngai ana tētahi ki tētahi.</w:t>
      </w:r>
    </w:p>
    <w:p w14:paraId="69F64B22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I roto i te tuhinga ko ngā ākonga ngā pūmate.</w:t>
      </w:r>
    </w:p>
    <w:p w14:paraId="28AD3982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Ka tīmata tētahi pūmate pahikara me te kore e whakaatu i te momo pūmate, ka pākiwaha mō tana tino pai hei pūmate pahikara. </w:t>
      </w:r>
    </w:p>
    <w:p w14:paraId="1884081F" w14:textId="77777777" w:rsidR="003E055A" w:rsidRPr="00087B63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Ka whakauru atu te pūmate pahikara tuarua, ā, he pērā anō te āhua, me te whakaae, whakahē rānei i te ākonga tuatahi, e kōrero ana ka pēhea tana whakarite māmā i te pūmate. </w:t>
      </w:r>
    </w:p>
    <w:p w14:paraId="1C384336" w14:textId="77777777" w:rsidR="003E055A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Me whakamātau ngā kaimātakitaki ki te kimikimi i ngā pūmate pahikara e whakaarihia ana.</w:t>
      </w:r>
    </w:p>
    <w:p w14:paraId="377D3AA7" w14:textId="77777777" w:rsidR="003600F0" w:rsidRPr="002F4D82" w:rsidRDefault="003600F0" w:rsidP="00DD0296">
      <w:pPr>
        <w:spacing w:after="120"/>
        <w:rPr>
          <w:rFonts w:asciiTheme="majorHAnsi" w:hAnsiTheme="majorHAnsi"/>
          <w:szCs w:val="20"/>
        </w:rPr>
      </w:pPr>
    </w:p>
    <w:p w14:paraId="35774011" w14:textId="77777777" w:rsidR="003E055A" w:rsidRPr="00087B63" w:rsidRDefault="003E055A" w:rsidP="00DD0296">
      <w:pPr>
        <w:pStyle w:val="Heading3"/>
        <w:spacing w:after="120"/>
      </w:pPr>
      <w:r>
        <w:t xml:space="preserve">1.3. Me waihanga he aratohu tohutoro mā ngā kaieke pahikara e hiahia ana ki te whakarite i ngā utauta me ngā whanonga kia 'ngahau, kia haumaru hoki' ina eke pahikara </w:t>
      </w:r>
    </w:p>
    <w:p w14:paraId="3AE190A9" w14:textId="77777777" w:rsidR="003E055A" w:rsidRPr="00087B63" w:rsidRDefault="003E055A" w:rsidP="00DD0296">
      <w:pPr>
        <w:spacing w:after="120"/>
        <w:rPr>
          <w:rFonts w:asciiTheme="majorHAnsi" w:hAnsiTheme="majorHAnsi" w:cs="Calibri"/>
          <w:b/>
          <w:szCs w:val="20"/>
        </w:rPr>
      </w:pPr>
    </w:p>
    <w:p w14:paraId="7A777DFB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[Te whakawhānui huatau]</w:t>
      </w:r>
    </w:p>
    <w:p w14:paraId="1F9F4FE4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[Ngā Hono ki Ngā Wāhanga Akoranga o Te Marautanga o Aotearoa: Hangarau; Te Waihanga Whakamāramatanga Ingarihi, Hauora me te Mātauranga Whakakori]</w:t>
      </w:r>
    </w:p>
    <w:p w14:paraId="3DC8AFCD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</w:p>
    <w:p w14:paraId="570D1A5F" w14:textId="77777777" w:rsidR="003E055A" w:rsidRPr="00087B63" w:rsidRDefault="003E055A" w:rsidP="00DD0296">
      <w:pPr>
        <w:spacing w:after="120"/>
        <w:rPr>
          <w:rFonts w:asciiTheme="majorHAnsi" w:hAnsiTheme="majorHAnsi" w:cs="Calibri"/>
          <w:szCs w:val="20"/>
        </w:rPr>
      </w:pPr>
      <w:r>
        <w:rPr>
          <w:rFonts w:asciiTheme="majorHAnsi" w:hAnsiTheme="majorHAnsi"/>
        </w:rPr>
        <w:t>Tonoa ngā ākonga ki te:</w:t>
      </w:r>
    </w:p>
    <w:p w14:paraId="2CB9929E" w14:textId="77777777" w:rsidR="003E055A" w:rsidRDefault="003E055A" w:rsidP="00DD0296">
      <w:p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Me whakamahi ngā mōhiohio mai i ā rātau whakangungu pūkenga pahikara kia oti ai tētahi tānga tohutoro tere te hanga, tetahi rauemi whakahaere whaiaro rongorau rānei mō te tirotiro me te tautiaki utauta i runga pahikara.  Ka taea pea tēnei te waihanga kia uru ai ki rō pūkoro; wāreti rānei, hei autō pouaka whakamātao rānei, hei rārangi arowhai ataata 40 hekona rānei. </w:t>
      </w:r>
    </w:p>
    <w:p w14:paraId="663A84A6" w14:textId="77777777" w:rsidR="003E055A" w:rsidRPr="00087B63" w:rsidRDefault="00A26579" w:rsidP="00DD0296">
      <w:pPr>
        <w:spacing w:after="120"/>
        <w:rPr>
          <w:rFonts w:asciiTheme="majorHAnsi" w:hAnsiTheme="majorHAnsi"/>
          <w:szCs w:val="20"/>
        </w:rPr>
      </w:pPr>
      <w:hyperlink r:id="rId16" w:history="1">
        <w:r w:rsidR="00FE5804">
          <w:rPr>
            <w:rStyle w:val="Hyperlink"/>
            <w:rFonts w:asciiTheme="majorHAnsi" w:hAnsiTheme="majorHAnsi"/>
          </w:rPr>
          <w:t>Me pēhea te hihira i tō paihikara (BikeReady)</w:t>
        </w:r>
      </w:hyperlink>
    </w:p>
    <w:p w14:paraId="6DFFB88E" w14:textId="77777777" w:rsidR="003E055A" w:rsidRPr="00087B63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Tīpakohia tētahi mea me tirotiro, me tautiaki hoki, hei tauira, te whakarite kei te āhua mārō ngā tāia, me whakahinu rānei te mekameka mēnā kei te maroke. </w:t>
      </w:r>
    </w:p>
    <w:p w14:paraId="06582124" w14:textId="77777777" w:rsidR="003E055A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Me tango whakaahua, tātuhi, rapu atahanga rānei, ngā pakiwaituhi rānei i roto i ngā maheni tawhito, i runga ipurangi rānei o tētahi ākonga e tirotiro ana i tēnei mea. </w:t>
      </w:r>
    </w:p>
    <w:p w14:paraId="7DFC17CC" w14:textId="77777777" w:rsidR="003E055A" w:rsidRPr="00087B63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 xml:space="preserve">Me tāpiri ētahi mirumiru kōrero kia taea e te kaieke te whakamārama he aha te utauta, ā, he pēhea tana noho haumaru mā te tirotiro i tērā. </w:t>
      </w:r>
    </w:p>
    <w:p w14:paraId="4B29F661" w14:textId="77777777" w:rsidR="003E055A" w:rsidRPr="00087B63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Me whakamahi ētahi atahanga mai i ia rōpū hei waihanga i tētahi tuhinga tohutohu poto, ataata rānei hei ārahi i ētahi atu e hiahia ana ki te tirotiro me te whakarite kei te haumaru tō rātau pahikara.  Hei tauira, 'Me pēhea te tautiaki i tētahi pahikara haumaru - te whakahinu i tētahi mekameka maroke'.</w:t>
      </w:r>
    </w:p>
    <w:p w14:paraId="23DDB817" w14:textId="77777777" w:rsidR="003E055A" w:rsidRPr="00087B63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Tuarihia ēnei whakaaturanga me ētahi atu rōpū puta noa i te kura.</w:t>
      </w:r>
    </w:p>
    <w:p w14:paraId="0BEBFD76" w14:textId="77777777" w:rsidR="003E055A" w:rsidRPr="00790D61" w:rsidRDefault="003E055A" w:rsidP="00DD0296">
      <w:pPr>
        <w:pStyle w:val="ListBullet"/>
        <w:numPr>
          <w:ilvl w:val="0"/>
          <w:numId w:val="22"/>
        </w:numPr>
        <w:spacing w:after="120"/>
        <w:rPr>
          <w:rFonts w:asciiTheme="majorHAnsi" w:hAnsiTheme="majorHAnsi" w:cs="Calibri"/>
          <w:color w:val="000000" w:themeColor="text1"/>
          <w:szCs w:val="20"/>
        </w:rPr>
      </w:pPr>
      <w:r>
        <w:rPr>
          <w:rFonts w:asciiTheme="majorHAnsi" w:hAnsiTheme="majorHAnsi"/>
        </w:rPr>
        <w:t>Hangaia he Rārangipurei mai i YouTube e whakaatu ana i ngā ataata tautiaki pahikara.</w:t>
      </w:r>
    </w:p>
    <w:p w14:paraId="776746B2" w14:textId="77777777" w:rsidR="003E055A" w:rsidRPr="00087B63" w:rsidRDefault="003E055A" w:rsidP="00DD0296">
      <w:pPr>
        <w:pStyle w:val="ListBullet"/>
        <w:numPr>
          <w:ilvl w:val="0"/>
          <w:numId w:val="0"/>
        </w:numPr>
        <w:spacing w:after="120"/>
        <w:ind w:left="720"/>
        <w:rPr>
          <w:rFonts w:asciiTheme="majorHAnsi" w:hAnsiTheme="majorHAnsi"/>
          <w:szCs w:val="20"/>
        </w:rPr>
      </w:pPr>
    </w:p>
    <w:p w14:paraId="501008A8" w14:textId="49A104BC" w:rsidR="00005572" w:rsidRDefault="00005572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br w:type="page"/>
      </w:r>
    </w:p>
    <w:p w14:paraId="70AB8048" w14:textId="112C2D8A" w:rsidR="00B14E36" w:rsidRDefault="00B14E36" w:rsidP="00B14E36">
      <w:pPr>
        <w:pStyle w:val="Heading2"/>
      </w:pPr>
      <w:r>
        <w:lastRenderedPageBreak/>
        <w:t>Whakakapi</w:t>
      </w:r>
    </w:p>
    <w:p w14:paraId="122907C0" w14:textId="30EE461E" w:rsidR="003E055A" w:rsidRDefault="003E055A" w:rsidP="00B14E36">
      <w:pPr>
        <w:pStyle w:val="Heading3"/>
      </w:pPr>
      <w:r>
        <w:t>Wāhanga huritao</w:t>
      </w:r>
    </w:p>
    <w:p w14:paraId="4B1B07BF" w14:textId="77777777" w:rsidR="003E055A" w:rsidRPr="00080A14" w:rsidRDefault="003E055A" w:rsidP="00DD0296">
      <w:pPr>
        <w:spacing w:after="120"/>
      </w:pPr>
    </w:p>
    <w:p w14:paraId="485D2146" w14:textId="77777777" w:rsidR="003E055A" w:rsidRPr="00087B63" w:rsidRDefault="003E055A" w:rsidP="00005572">
      <w:pPr>
        <w:shd w:val="clear" w:color="auto" w:fill="69BBAF"/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aha ngā mea kei te mōhio koe kāore ō mōhio mō te noho haumaru ina eke pahikara?</w:t>
      </w:r>
    </w:p>
    <w:p w14:paraId="37D25A44" w14:textId="77777777" w:rsidR="003E055A" w:rsidRPr="00087B63" w:rsidRDefault="003E055A" w:rsidP="00005572">
      <w:pPr>
        <w:shd w:val="clear" w:color="auto" w:fill="69BBAF"/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aha ngā mea i ako koe he hou ki a koe mō te noho haumaru ina eke pahikara?</w:t>
      </w:r>
    </w:p>
    <w:p w14:paraId="1BDDA265" w14:textId="77777777" w:rsidR="003E055A" w:rsidRPr="00087B63" w:rsidRDefault="003E055A" w:rsidP="00005572">
      <w:pPr>
        <w:shd w:val="clear" w:color="auto" w:fill="69BBAF"/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He aha ngā mea ka whakaputa whakaaro ki a koe anō mō te noho haumaru ina eke pahikara?</w:t>
      </w:r>
    </w:p>
    <w:p w14:paraId="08562B8E" w14:textId="538258DA" w:rsidR="003E055A" w:rsidRDefault="003E055A" w:rsidP="00005572">
      <w:pPr>
        <w:shd w:val="clear" w:color="auto" w:fill="69BBAF"/>
        <w:spacing w:after="120"/>
        <w:rPr>
          <w:rFonts w:asciiTheme="majorHAnsi" w:hAnsiTheme="majorHAnsi"/>
          <w:szCs w:val="20"/>
        </w:rPr>
      </w:pPr>
      <w:r>
        <w:rPr>
          <w:rFonts w:asciiTheme="majorHAnsi" w:hAnsiTheme="majorHAnsi"/>
        </w:rPr>
        <w:t>Whakamahia ngā urupare a ngā ākonga hei tuku whakatau mō ngā wāhanga whai ake.</w:t>
      </w:r>
    </w:p>
    <w:p w14:paraId="7D76222C" w14:textId="77777777" w:rsidR="00AB5359" w:rsidRDefault="00AB5359" w:rsidP="00AB5359"/>
    <w:p w14:paraId="47C2DB97" w14:textId="0CD72248" w:rsidR="003E055A" w:rsidRDefault="003E055A" w:rsidP="00B14E36">
      <w:pPr>
        <w:pStyle w:val="Heading3"/>
      </w:pPr>
      <w:r>
        <w:t xml:space="preserve">Rūpiki aromatawai-whaiaro hira </w:t>
      </w:r>
    </w:p>
    <w:p w14:paraId="52E80DF1" w14:textId="77777777" w:rsidR="003E055A" w:rsidRPr="00B41696" w:rsidRDefault="003E055A" w:rsidP="00DD0296">
      <w:pPr>
        <w:spacing w:after="12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9"/>
        <w:gridCol w:w="1674"/>
        <w:gridCol w:w="1811"/>
        <w:gridCol w:w="1708"/>
        <w:gridCol w:w="1793"/>
      </w:tblGrid>
      <w:tr w:rsidR="003E055A" w:rsidRPr="00087B63" w14:paraId="04048351" w14:textId="77777777" w:rsidTr="00FE5804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BA899" w14:textId="77777777" w:rsidR="003E055A" w:rsidRPr="002826C5" w:rsidRDefault="003E055A" w:rsidP="00DD0296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Whakaaroaro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FCB73" w14:textId="77777777" w:rsidR="003E055A" w:rsidRPr="002826C5" w:rsidRDefault="003E055A" w:rsidP="00DD0296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Whakahaere whaiaro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CDAC3" w14:textId="77777777" w:rsidR="003E055A" w:rsidRPr="002826C5" w:rsidRDefault="003E055A" w:rsidP="00DD0296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whakauru me te tautoko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3878" w14:textId="77777777" w:rsidR="003E055A" w:rsidRPr="002826C5" w:rsidRDefault="003E055A" w:rsidP="00DD0296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whai pānga ki ētahi atu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69BB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00DF6" w14:textId="77777777" w:rsidR="003E055A" w:rsidRPr="002826C5" w:rsidRDefault="003E055A" w:rsidP="00DD0296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>Te whakamahi tohu reo me ngā kupu</w:t>
            </w:r>
          </w:p>
        </w:tc>
      </w:tr>
      <w:tr w:rsidR="003E055A" w:rsidRPr="00087B63" w14:paraId="44FD69EA" w14:textId="77777777" w:rsidTr="006C15E8"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71F3" w14:textId="77777777" w:rsidR="003E055A" w:rsidRPr="002826C5" w:rsidRDefault="003E055A" w:rsidP="00DD0296">
            <w:pPr>
              <w:spacing w:after="120"/>
            </w:pPr>
            <w:r>
              <w:t>Whakapakaritia te kanohi arohaehae (arokā wāhitanga) mō ngā wāhi me ngā mahi kāore i te haumaru ina pahikara ana koe.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419B" w14:textId="77777777" w:rsidR="003E055A" w:rsidRPr="002826C5" w:rsidRDefault="003E055A" w:rsidP="00DD0296">
            <w:pPr>
              <w:spacing w:after="120"/>
            </w:pPr>
            <w:r>
              <w:t xml:space="preserve">Kia tika te āhua i a koe i runga pahikara, i waenga pahikara hoki. </w:t>
            </w:r>
          </w:p>
          <w:p w14:paraId="229FB858" w14:textId="77777777" w:rsidR="003E055A" w:rsidRPr="002826C5" w:rsidRDefault="003E055A" w:rsidP="00DD0296">
            <w:pPr>
              <w:spacing w:after="120"/>
            </w:pPr>
            <w:r>
              <w:t>Ko te āhua me te wairua pai ko te whakaū kia 'ngahau te eke pahikara me ngā wāhi haumaru'.</w:t>
            </w:r>
          </w:p>
          <w:p w14:paraId="646FC40F" w14:textId="77777777" w:rsidR="003E055A" w:rsidRPr="002826C5" w:rsidRDefault="003E055A" w:rsidP="00DD0296">
            <w:pPr>
              <w:spacing w:after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16737" w14:textId="77777777" w:rsidR="003E055A" w:rsidRPr="002826C5" w:rsidRDefault="003E055A" w:rsidP="00DD0296">
            <w:pPr>
              <w:spacing w:after="120"/>
            </w:pPr>
            <w:r>
              <w:t>Te whakaatu mōhio ki ngā take paetata mō te eke pahikara.</w:t>
            </w:r>
          </w:p>
          <w:p w14:paraId="4CA174CF" w14:textId="77777777" w:rsidR="003E055A" w:rsidRPr="002826C5" w:rsidRDefault="003E055A" w:rsidP="00DD0296">
            <w:pPr>
              <w:spacing w:after="120"/>
            </w:pPr>
            <w:r>
              <w:t>Me tino whai wāhi atu ki ngā take hapori e pā ana ki te whakangahau me te noho haumaru ina eke pahikara</w:t>
            </w:r>
          </w:p>
          <w:p w14:paraId="690AFC25" w14:textId="77777777" w:rsidR="003E055A" w:rsidRPr="002826C5" w:rsidRDefault="003E055A" w:rsidP="00DD0296">
            <w:pPr>
              <w:spacing w:after="120"/>
            </w:pPr>
            <w:r>
              <w:t xml:space="preserve">Te tautoko i ngā wāhi me ngā huihuinga paetata kia 'ngahau me te haumaru te eke pahikara'.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F433" w14:textId="77777777" w:rsidR="003E055A" w:rsidRPr="002826C5" w:rsidRDefault="003E055A" w:rsidP="00DD0296">
            <w:pPr>
              <w:spacing w:after="120"/>
            </w:pPr>
            <w:r>
              <w:t>Te pāhekoheko me ētahi atu ki te waihanga i ngā wāhi pahikara 'ngahau me te haumaru' i te kura me te hapori.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43C9" w14:textId="77777777" w:rsidR="003E055A" w:rsidRPr="002826C5" w:rsidRDefault="003E055A" w:rsidP="00DD0296">
            <w:pPr>
              <w:spacing w:after="120"/>
            </w:pPr>
            <w:r>
              <w:t>Te whakamāori i ngā karere i roto i ngā kōrero mō te 'eke pahikara kia ngahau me ngā wāhi haumaru'.</w:t>
            </w:r>
          </w:p>
          <w:p w14:paraId="47954824" w14:textId="77777777" w:rsidR="003E055A" w:rsidRPr="002826C5" w:rsidRDefault="003E055A" w:rsidP="00DD0296">
            <w:pPr>
              <w:spacing w:after="120"/>
            </w:pPr>
            <w:r>
              <w:t>Te whakamahi i ngā tohu reo me ngā kupu hei whakaputa i ngā karere mō te 'ngahau o te eke pahikara me ngā wāhi haumaru'.</w:t>
            </w:r>
          </w:p>
        </w:tc>
      </w:tr>
    </w:tbl>
    <w:p w14:paraId="311B6603" w14:textId="717AF6AF" w:rsidR="003E055A" w:rsidRPr="00087B63" w:rsidRDefault="003E055A" w:rsidP="00005572">
      <w:pPr>
        <w:pStyle w:val="NormalWeb"/>
        <w:spacing w:before="120" w:after="120" w:afterAutospacing="0"/>
        <w:textAlignment w:val="baseline"/>
      </w:pPr>
      <w:r>
        <w:rPr>
          <w:rFonts w:asciiTheme="majorHAnsi" w:hAnsiTheme="majorHAnsi"/>
          <w:color w:val="000000" w:themeColor="text1"/>
          <w:sz w:val="20"/>
        </w:rPr>
        <w:t>Mō ētahi atu kōrero mō ngā rūpiki aromatawai-whaiaro hira, tirohia te Āpitihanga B.</w:t>
      </w:r>
    </w:p>
    <w:sectPr w:rsidR="003E055A" w:rsidRPr="00087B63" w:rsidSect="007C5E57">
      <w:headerReference w:type="default" r:id="rId17"/>
      <w:footerReference w:type="even" r:id="rId18"/>
      <w:footerReference w:type="default" r:id="rId19"/>
      <w:footerReference w:type="first" r:id="rId20"/>
      <w:pgSz w:w="11900" w:h="16840" w:code="9"/>
      <w:pgMar w:top="1701" w:right="1440" w:bottom="1701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2F04" w14:textId="77777777" w:rsidR="008F0C83" w:rsidRDefault="008F0C83" w:rsidP="003F6EDA">
      <w:r>
        <w:separator/>
      </w:r>
    </w:p>
  </w:endnote>
  <w:endnote w:type="continuationSeparator" w:id="0">
    <w:p w14:paraId="123D3B5F" w14:textId="77777777" w:rsidR="008F0C83" w:rsidRDefault="008F0C83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BC15" w14:textId="77777777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DB51B0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BB04" w14:textId="77777777" w:rsidR="00051157" w:rsidRPr="00B557DE" w:rsidRDefault="00DB3B0E" w:rsidP="007C5E57">
    <w:pPr>
      <w:pStyle w:val="Footer"/>
      <w:pBdr>
        <w:top w:val="single" w:sz="4" w:space="1" w:color="A6A6A6" w:themeColor="background1" w:themeShade="A6"/>
      </w:pBdr>
      <w:tabs>
        <w:tab w:val="clear" w:pos="8640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07B14857" wp14:editId="3730F245">
          <wp:extent cx="1128730" cy="350875"/>
          <wp:effectExtent l="0" t="0" r="635" b="0"/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>
      <w:rPr>
        <w:noProof/>
      </w:rPr>
      <w:drawing>
        <wp:inline distT="0" distB="0" distL="0" distR="0" wp14:anchorId="6BCB1189" wp14:editId="686CB81E">
          <wp:extent cx="786809" cy="296842"/>
          <wp:effectExtent l="0" t="0" r="0" b="8255"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074C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E040C6" wp14:editId="0F21B8A9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C573F" w14:textId="77777777" w:rsidR="008F0C83" w:rsidRDefault="008F0C83" w:rsidP="003F6EDA">
      <w:r>
        <w:separator/>
      </w:r>
    </w:p>
  </w:footnote>
  <w:footnote w:type="continuationSeparator" w:id="0">
    <w:p w14:paraId="15081B26" w14:textId="77777777" w:rsidR="008F0C83" w:rsidRDefault="008F0C83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AFF9" w14:textId="77777777" w:rsidR="002947D7" w:rsidRDefault="00822E75" w:rsidP="007C5E5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AD94AA6" wp14:editId="5D119C98">
          <wp:simplePos x="0" y="0"/>
          <wp:positionH relativeFrom="margin">
            <wp:align>center</wp:align>
          </wp:positionH>
          <wp:positionV relativeFrom="paragraph">
            <wp:posOffset>2944</wp:posOffset>
          </wp:positionV>
          <wp:extent cx="6921500" cy="487045"/>
          <wp:effectExtent l="0" t="0" r="0" b="825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4E79D7"/>
    <w:multiLevelType w:val="hybridMultilevel"/>
    <w:tmpl w:val="FB86D7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92A58"/>
    <w:multiLevelType w:val="hybridMultilevel"/>
    <w:tmpl w:val="6AEA01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C3B5F"/>
    <w:multiLevelType w:val="multilevel"/>
    <w:tmpl w:val="EE24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B936F8"/>
    <w:multiLevelType w:val="hybridMultilevel"/>
    <w:tmpl w:val="F820854A"/>
    <w:lvl w:ilvl="0" w:tplc="A1D8659E">
      <w:numFmt w:val="bullet"/>
      <w:lvlText w:val="•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B38A1"/>
    <w:multiLevelType w:val="hybridMultilevel"/>
    <w:tmpl w:val="7C4CE6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6068B"/>
    <w:multiLevelType w:val="hybridMultilevel"/>
    <w:tmpl w:val="53BA9EF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A7116E"/>
    <w:multiLevelType w:val="hybridMultilevel"/>
    <w:tmpl w:val="997EED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61F549D6"/>
    <w:multiLevelType w:val="hybridMultilevel"/>
    <w:tmpl w:val="939A27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236933849">
    <w:abstractNumId w:val="7"/>
  </w:num>
  <w:num w:numId="2" w16cid:durableId="1303190118">
    <w:abstractNumId w:val="2"/>
  </w:num>
  <w:num w:numId="3" w16cid:durableId="840892632">
    <w:abstractNumId w:val="15"/>
  </w:num>
  <w:num w:numId="4" w16cid:durableId="746613340">
    <w:abstractNumId w:val="0"/>
  </w:num>
  <w:num w:numId="5" w16cid:durableId="1507478078">
    <w:abstractNumId w:val="12"/>
  </w:num>
  <w:num w:numId="6" w16cid:durableId="840654984">
    <w:abstractNumId w:val="6"/>
  </w:num>
  <w:num w:numId="7" w16cid:durableId="698436349">
    <w:abstractNumId w:val="19"/>
  </w:num>
  <w:num w:numId="8" w16cid:durableId="880747787">
    <w:abstractNumId w:val="23"/>
  </w:num>
  <w:num w:numId="9" w16cid:durableId="1315648108">
    <w:abstractNumId w:val="1"/>
  </w:num>
  <w:num w:numId="10" w16cid:durableId="1949071984">
    <w:abstractNumId w:val="10"/>
  </w:num>
  <w:num w:numId="11" w16cid:durableId="748842909">
    <w:abstractNumId w:val="5"/>
  </w:num>
  <w:num w:numId="12" w16cid:durableId="2141024353">
    <w:abstractNumId w:val="18"/>
  </w:num>
  <w:num w:numId="13" w16cid:durableId="1068308768">
    <w:abstractNumId w:val="21"/>
  </w:num>
  <w:num w:numId="14" w16cid:durableId="1895502672">
    <w:abstractNumId w:val="9"/>
  </w:num>
  <w:num w:numId="15" w16cid:durableId="1673800645">
    <w:abstractNumId w:val="24"/>
  </w:num>
  <w:num w:numId="16" w16cid:durableId="1985809866">
    <w:abstractNumId w:val="25"/>
  </w:num>
  <w:num w:numId="17" w16cid:durableId="1049649988">
    <w:abstractNumId w:val="20"/>
  </w:num>
  <w:num w:numId="18" w16cid:durableId="1021853611">
    <w:abstractNumId w:val="11"/>
  </w:num>
  <w:num w:numId="19" w16cid:durableId="58943255">
    <w:abstractNumId w:val="16"/>
  </w:num>
  <w:num w:numId="20" w16cid:durableId="1142960392">
    <w:abstractNumId w:val="8"/>
    <w:lvlOverride w:ilvl="0">
      <w:lvl w:ilvl="0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 w16cid:durableId="2116362602">
    <w:abstractNumId w:val="4"/>
  </w:num>
  <w:num w:numId="22" w16cid:durableId="507789076">
    <w:abstractNumId w:val="22"/>
  </w:num>
  <w:num w:numId="23" w16cid:durableId="399136100">
    <w:abstractNumId w:val="13"/>
  </w:num>
  <w:num w:numId="24" w16cid:durableId="1975599433">
    <w:abstractNumId w:val="17"/>
  </w:num>
  <w:num w:numId="25" w16cid:durableId="1679505194">
    <w:abstractNumId w:val="3"/>
  </w:num>
  <w:num w:numId="26" w16cid:durableId="1453202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23"/>
    <w:rsid w:val="00005572"/>
    <w:rsid w:val="00023D11"/>
    <w:rsid w:val="00027FA0"/>
    <w:rsid w:val="00051157"/>
    <w:rsid w:val="000A0BDF"/>
    <w:rsid w:val="000C54EF"/>
    <w:rsid w:val="000D3640"/>
    <w:rsid w:val="00191070"/>
    <w:rsid w:val="001F3F68"/>
    <w:rsid w:val="002222E9"/>
    <w:rsid w:val="00222ABE"/>
    <w:rsid w:val="002947D7"/>
    <w:rsid w:val="002C7EA6"/>
    <w:rsid w:val="00315E73"/>
    <w:rsid w:val="00332021"/>
    <w:rsid w:val="003600F0"/>
    <w:rsid w:val="003E055A"/>
    <w:rsid w:val="003F6EDA"/>
    <w:rsid w:val="00411475"/>
    <w:rsid w:val="004508CB"/>
    <w:rsid w:val="0045112D"/>
    <w:rsid w:val="00517820"/>
    <w:rsid w:val="00524F14"/>
    <w:rsid w:val="00540E32"/>
    <w:rsid w:val="005679BF"/>
    <w:rsid w:val="005A1A9B"/>
    <w:rsid w:val="00685581"/>
    <w:rsid w:val="006C68D7"/>
    <w:rsid w:val="0072467C"/>
    <w:rsid w:val="00745BEC"/>
    <w:rsid w:val="00787FB3"/>
    <w:rsid w:val="007C5E57"/>
    <w:rsid w:val="007E002C"/>
    <w:rsid w:val="00802D11"/>
    <w:rsid w:val="00822E75"/>
    <w:rsid w:val="00837573"/>
    <w:rsid w:val="0087427B"/>
    <w:rsid w:val="008A28D0"/>
    <w:rsid w:val="008F060B"/>
    <w:rsid w:val="008F0C83"/>
    <w:rsid w:val="0096784A"/>
    <w:rsid w:val="009B6165"/>
    <w:rsid w:val="009C78D8"/>
    <w:rsid w:val="00A26579"/>
    <w:rsid w:val="00A6688F"/>
    <w:rsid w:val="00A93745"/>
    <w:rsid w:val="00AB5359"/>
    <w:rsid w:val="00AE4B08"/>
    <w:rsid w:val="00B03F77"/>
    <w:rsid w:val="00B14E36"/>
    <w:rsid w:val="00B557DE"/>
    <w:rsid w:val="00B61771"/>
    <w:rsid w:val="00B85268"/>
    <w:rsid w:val="00BB3BD1"/>
    <w:rsid w:val="00BC0905"/>
    <w:rsid w:val="00C34023"/>
    <w:rsid w:val="00C6002E"/>
    <w:rsid w:val="00D0090F"/>
    <w:rsid w:val="00D40BE5"/>
    <w:rsid w:val="00DB3B0E"/>
    <w:rsid w:val="00DD0296"/>
    <w:rsid w:val="00E22598"/>
    <w:rsid w:val="00E42B11"/>
    <w:rsid w:val="00EF5E7B"/>
    <w:rsid w:val="00F1600E"/>
    <w:rsid w:val="00F8776A"/>
    <w:rsid w:val="00FA3F57"/>
    <w:rsid w:val="00FC1348"/>
    <w:rsid w:val="00FD04E0"/>
    <w:rsid w:val="00FE5804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33E2AF"/>
  <w15:docId w15:val="{001CCAC2-3721-400B-87E6-BDC9D4E5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semiHidden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  <w:style w:type="paragraph" w:styleId="NormalWeb">
    <w:name w:val="Normal (Web)"/>
    <w:basedOn w:val="Normal"/>
    <w:uiPriority w:val="99"/>
    <w:unhideWhenUsed/>
    <w:rsid w:val="003E055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zta.govt.nz/assets/Uploads/seven-point-safety-check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ikeready.govt.nz/adults/tips-for-everyday-bike-riding-beginners-to-advanced/how-to-check-your-bike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zta.govt.nz/assets/Uploads/bike-buyers-guide-20171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www.nzta.govt.nz/roadcode/code-for-cycling/equipment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template.dotx</Template>
  <TotalTime>41</TotalTime>
  <Pages>8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31</cp:revision>
  <dcterms:created xsi:type="dcterms:W3CDTF">2022-12-05T23:28:00Z</dcterms:created>
  <dcterms:modified xsi:type="dcterms:W3CDTF">2023-05-22T18:23:00Z</dcterms:modified>
</cp:coreProperties>
</file>